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C0C" w:rsidRPr="008E5D9A" w:rsidRDefault="000F4C0C" w:rsidP="00671B3D">
      <w:pPr>
        <w:jc w:val="center"/>
        <w:rPr>
          <w:b/>
          <w:sz w:val="32"/>
          <w:szCs w:val="32"/>
        </w:rPr>
      </w:pPr>
      <w:r w:rsidRPr="008E5D9A">
        <w:rPr>
          <w:b/>
          <w:sz w:val="32"/>
          <w:szCs w:val="32"/>
        </w:rPr>
        <w:t xml:space="preserve">АДМИНИСТРАЦИЯ </w:t>
      </w:r>
      <w:r>
        <w:rPr>
          <w:b/>
          <w:sz w:val="32"/>
          <w:szCs w:val="32"/>
        </w:rPr>
        <w:t>СОВХОЗНОГО</w:t>
      </w:r>
      <w:r w:rsidRPr="008E5D9A">
        <w:rPr>
          <w:b/>
          <w:sz w:val="32"/>
          <w:szCs w:val="32"/>
        </w:rPr>
        <w:t xml:space="preserve"> СЕЛЬСОВЕТА</w:t>
      </w:r>
    </w:p>
    <w:p w:rsidR="000F4C0C" w:rsidRPr="008E5D9A" w:rsidRDefault="000F4C0C" w:rsidP="00671B3D">
      <w:pPr>
        <w:jc w:val="center"/>
        <w:rPr>
          <w:b/>
          <w:sz w:val="32"/>
          <w:szCs w:val="32"/>
        </w:rPr>
      </w:pPr>
      <w:r w:rsidRPr="008E5D9A">
        <w:rPr>
          <w:b/>
          <w:sz w:val="32"/>
          <w:szCs w:val="32"/>
        </w:rPr>
        <w:t>ИСКИТИМСКОГО РАЙОНА НОВОСИБИРСКОЙ ОБЛАСТИ</w:t>
      </w:r>
    </w:p>
    <w:p w:rsidR="000F4C0C" w:rsidRPr="008E5D9A" w:rsidRDefault="000F4C0C" w:rsidP="00671B3D">
      <w:pPr>
        <w:jc w:val="center"/>
        <w:rPr>
          <w:b/>
          <w:sz w:val="32"/>
          <w:szCs w:val="32"/>
        </w:rPr>
      </w:pPr>
    </w:p>
    <w:p w:rsidR="000F4C0C" w:rsidRPr="008E5D9A" w:rsidRDefault="000F4C0C" w:rsidP="00671B3D">
      <w:pPr>
        <w:jc w:val="center"/>
        <w:rPr>
          <w:b/>
          <w:sz w:val="32"/>
          <w:szCs w:val="32"/>
        </w:rPr>
      </w:pPr>
    </w:p>
    <w:p w:rsidR="000F4C0C" w:rsidRPr="008E5D9A" w:rsidRDefault="000F4C0C" w:rsidP="00671B3D">
      <w:pPr>
        <w:jc w:val="center"/>
        <w:rPr>
          <w:b/>
          <w:sz w:val="32"/>
          <w:szCs w:val="32"/>
        </w:rPr>
      </w:pPr>
    </w:p>
    <w:p w:rsidR="000F4C0C" w:rsidRPr="00EC3CF5" w:rsidRDefault="000F4C0C" w:rsidP="00671B3D">
      <w:pPr>
        <w:jc w:val="center"/>
        <w:rPr>
          <w:b/>
          <w:bCs/>
          <w:sz w:val="40"/>
          <w:szCs w:val="40"/>
        </w:rPr>
      </w:pPr>
      <w:r w:rsidRPr="00EC3CF5">
        <w:rPr>
          <w:b/>
          <w:sz w:val="40"/>
          <w:szCs w:val="40"/>
        </w:rPr>
        <w:t>П О С Т А Н О В Л Е Н И Е</w:t>
      </w:r>
    </w:p>
    <w:p w:rsidR="000F4C0C" w:rsidRPr="00EC3CF5" w:rsidRDefault="000F4C0C" w:rsidP="00671B3D">
      <w:pPr>
        <w:jc w:val="center"/>
        <w:rPr>
          <w:b/>
          <w:sz w:val="40"/>
          <w:szCs w:val="40"/>
        </w:rPr>
      </w:pPr>
    </w:p>
    <w:p w:rsidR="000F4C0C" w:rsidRPr="00671B3D" w:rsidRDefault="000F4C0C" w:rsidP="00F26F5C">
      <w:pPr>
        <w:ind w:left="3540"/>
        <w:rPr>
          <w:u w:val="single"/>
        </w:rPr>
      </w:pPr>
      <w:r>
        <w:rPr>
          <w:u w:val="single"/>
        </w:rPr>
        <w:t xml:space="preserve">10.10.2014 </w:t>
      </w:r>
      <w:r>
        <w:t xml:space="preserve"> № </w:t>
      </w:r>
      <w:r>
        <w:rPr>
          <w:u w:val="single"/>
        </w:rPr>
        <w:t xml:space="preserve">  210</w:t>
      </w:r>
    </w:p>
    <w:p w:rsidR="000F4C0C" w:rsidRDefault="000F4C0C" w:rsidP="00671B3D">
      <w:r w:rsidRPr="008E5D9A">
        <w:t xml:space="preserve">                                                </w:t>
      </w:r>
      <w:r>
        <w:t xml:space="preserve">                   с.Лебедевка</w:t>
      </w:r>
    </w:p>
    <w:p w:rsidR="000F4C0C" w:rsidRDefault="000F4C0C" w:rsidP="00671B3D"/>
    <w:p w:rsidR="000F4C0C" w:rsidRPr="008E5D9A" w:rsidRDefault="000F4C0C" w:rsidP="00671B3D"/>
    <w:p w:rsidR="000F4C0C" w:rsidRPr="00E90D4B" w:rsidRDefault="000F4C0C" w:rsidP="00E90D4B">
      <w:r w:rsidRPr="00E90D4B">
        <w:t>О реализации Указа Президента Российской Федерации от 04.03.2013 №183</w:t>
      </w:r>
    </w:p>
    <w:p w:rsidR="000F4C0C" w:rsidRPr="00E90D4B" w:rsidRDefault="000F4C0C" w:rsidP="00E90D4B">
      <w:r w:rsidRPr="00E90D4B">
        <w:t>«О рассмотрении общественных инициатив, направленных гражданами Российской Федерации с использованием интернет-ресурса</w:t>
      </w:r>
    </w:p>
    <w:p w:rsidR="000F4C0C" w:rsidRPr="00E90D4B" w:rsidRDefault="000F4C0C" w:rsidP="00E90D4B">
      <w:r w:rsidRPr="00E90D4B">
        <w:t>«Российская общественная инициатива»</w:t>
      </w:r>
    </w:p>
    <w:p w:rsidR="000F4C0C" w:rsidRPr="00671B3D" w:rsidRDefault="000F4C0C" w:rsidP="00671B3D">
      <w:pPr>
        <w:rPr>
          <w:sz w:val="28"/>
          <w:szCs w:val="28"/>
        </w:rPr>
      </w:pPr>
    </w:p>
    <w:p w:rsidR="000F4C0C" w:rsidRPr="00671B3D" w:rsidRDefault="000F4C0C" w:rsidP="00671B3D">
      <w:pPr>
        <w:ind w:firstLine="708"/>
        <w:jc w:val="both"/>
        <w:rPr>
          <w:sz w:val="28"/>
          <w:szCs w:val="28"/>
        </w:rPr>
      </w:pPr>
      <w:r w:rsidRPr="008E5D9A">
        <w:tab/>
      </w:r>
      <w:r>
        <w:rPr>
          <w:sz w:val="28"/>
          <w:szCs w:val="28"/>
        </w:rPr>
        <w:t>В целях обеспечения развития и укрепления гражданского общества, защиты прав человека и гражданина, участия граждан в управлении делами государства, во исполнение Указа Президента Российской Федерации от 04.03.2013  № 183 «О рассмотрении общественных инициатив, направленных гражданами Российской Федерации с использованием интернет-ресурса «Российская общественная инициатива»</w:t>
      </w:r>
    </w:p>
    <w:p w:rsidR="000F4C0C" w:rsidRPr="00C434F9" w:rsidRDefault="000F4C0C" w:rsidP="00671B3D">
      <w:pPr>
        <w:rPr>
          <w:b/>
          <w:sz w:val="32"/>
          <w:szCs w:val="32"/>
        </w:rPr>
      </w:pPr>
      <w:r w:rsidRPr="00C434F9">
        <w:rPr>
          <w:b/>
          <w:sz w:val="32"/>
          <w:szCs w:val="32"/>
        </w:rPr>
        <w:t>ПОСТАНОВЛЯЮ:</w:t>
      </w:r>
    </w:p>
    <w:p w:rsidR="000F4C0C" w:rsidRPr="004E552D" w:rsidRDefault="000F4C0C" w:rsidP="00671B3D">
      <w:pPr>
        <w:rPr>
          <w:sz w:val="28"/>
          <w:szCs w:val="28"/>
        </w:rPr>
      </w:pPr>
      <w:r w:rsidRPr="004860C4">
        <w:tab/>
      </w:r>
      <w:r w:rsidRPr="004E552D">
        <w:rPr>
          <w:sz w:val="28"/>
          <w:szCs w:val="28"/>
        </w:rPr>
        <w:t>1.</w:t>
      </w:r>
      <w:r>
        <w:rPr>
          <w:sz w:val="28"/>
          <w:szCs w:val="28"/>
        </w:rPr>
        <w:t>Создать экспертную рабочую группу Совхозного сельсовета для проведения экспертизы общественных инициатив и утвердить ее состав согласно приложению №1.</w:t>
      </w:r>
      <w:r w:rsidRPr="004E552D">
        <w:rPr>
          <w:sz w:val="28"/>
          <w:szCs w:val="28"/>
        </w:rPr>
        <w:tab/>
      </w:r>
    </w:p>
    <w:p w:rsidR="000F4C0C" w:rsidRPr="004E552D" w:rsidRDefault="000F4C0C" w:rsidP="00671B3D">
      <w:pPr>
        <w:rPr>
          <w:sz w:val="28"/>
          <w:szCs w:val="28"/>
        </w:rPr>
      </w:pPr>
      <w:r>
        <w:tab/>
      </w:r>
      <w:r w:rsidRPr="004E552D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Утвердить Положение об экспертной рабочей группе Совхозного </w:t>
      </w:r>
      <w:bookmarkStart w:id="0" w:name="_GoBack"/>
      <w:bookmarkEnd w:id="0"/>
      <w:r>
        <w:rPr>
          <w:sz w:val="28"/>
          <w:szCs w:val="28"/>
        </w:rPr>
        <w:t xml:space="preserve"> сельсовета для проведения экспертизы общественных инициатив (приложение № 2)</w:t>
      </w:r>
    </w:p>
    <w:p w:rsidR="000F4C0C" w:rsidRDefault="000F4C0C" w:rsidP="00671B3D">
      <w:pPr>
        <w:rPr>
          <w:sz w:val="28"/>
          <w:szCs w:val="28"/>
        </w:rPr>
      </w:pPr>
      <w:r w:rsidRPr="004860C4">
        <w:tab/>
      </w:r>
      <w:r w:rsidRPr="004E552D">
        <w:rPr>
          <w:sz w:val="28"/>
          <w:szCs w:val="28"/>
        </w:rPr>
        <w:t>3.Опубликовать данное постановление в газете «</w:t>
      </w:r>
      <w:r>
        <w:rPr>
          <w:sz w:val="28"/>
          <w:szCs w:val="28"/>
        </w:rPr>
        <w:t>Искитимская газета</w:t>
      </w:r>
      <w:r w:rsidRPr="004E552D">
        <w:rPr>
          <w:sz w:val="28"/>
          <w:szCs w:val="28"/>
        </w:rPr>
        <w:t xml:space="preserve">» и </w:t>
      </w:r>
      <w:r>
        <w:rPr>
          <w:sz w:val="28"/>
          <w:szCs w:val="28"/>
        </w:rPr>
        <w:t xml:space="preserve">разместить </w:t>
      </w:r>
      <w:r w:rsidRPr="004E552D">
        <w:rPr>
          <w:sz w:val="28"/>
          <w:szCs w:val="28"/>
        </w:rPr>
        <w:t xml:space="preserve">на официальном сайте </w:t>
      </w:r>
      <w:r>
        <w:rPr>
          <w:sz w:val="28"/>
          <w:szCs w:val="28"/>
        </w:rPr>
        <w:t xml:space="preserve"> администрации Совхозного сельсовета.</w:t>
      </w:r>
    </w:p>
    <w:p w:rsidR="000F4C0C" w:rsidRDefault="000F4C0C" w:rsidP="00671B3D">
      <w:pPr>
        <w:rPr>
          <w:sz w:val="28"/>
          <w:szCs w:val="28"/>
        </w:rPr>
      </w:pPr>
      <w:r>
        <w:rPr>
          <w:sz w:val="28"/>
          <w:szCs w:val="28"/>
        </w:rPr>
        <w:tab/>
        <w:t>4.Контроль за исполнением постановления  оставляю за собой.</w:t>
      </w:r>
    </w:p>
    <w:p w:rsidR="000F4C0C" w:rsidRDefault="000F4C0C" w:rsidP="00671B3D">
      <w:pPr>
        <w:rPr>
          <w:sz w:val="28"/>
          <w:szCs w:val="28"/>
        </w:rPr>
      </w:pPr>
    </w:p>
    <w:p w:rsidR="000F4C0C" w:rsidRDefault="000F4C0C" w:rsidP="00671B3D">
      <w:pPr>
        <w:rPr>
          <w:sz w:val="28"/>
          <w:szCs w:val="28"/>
        </w:rPr>
      </w:pPr>
    </w:p>
    <w:p w:rsidR="000F4C0C" w:rsidRDefault="000F4C0C" w:rsidP="00671B3D">
      <w:pPr>
        <w:rPr>
          <w:sz w:val="28"/>
          <w:szCs w:val="28"/>
        </w:rPr>
      </w:pPr>
    </w:p>
    <w:p w:rsidR="000F4C0C" w:rsidRPr="004E552D" w:rsidRDefault="000F4C0C" w:rsidP="00671B3D">
      <w:pPr>
        <w:rPr>
          <w:sz w:val="28"/>
          <w:szCs w:val="28"/>
        </w:rPr>
      </w:pPr>
      <w:r>
        <w:rPr>
          <w:sz w:val="28"/>
          <w:szCs w:val="28"/>
        </w:rPr>
        <w:t>И.о.главы Совхозного сельсовета                                             А.Н.Заковряшин</w:t>
      </w:r>
    </w:p>
    <w:p w:rsidR="000F4C0C" w:rsidRDefault="000F4C0C" w:rsidP="00671B3D">
      <w:pPr>
        <w:pStyle w:val="HTMLAddress"/>
        <w:jc w:val="right"/>
        <w:rPr>
          <w:i w:val="0"/>
          <w:color w:val="252525"/>
          <w:sz w:val="28"/>
          <w:szCs w:val="28"/>
        </w:rPr>
      </w:pPr>
    </w:p>
    <w:p w:rsidR="000F4C0C" w:rsidRDefault="000F4C0C" w:rsidP="00671B3D">
      <w:pPr>
        <w:pStyle w:val="HTMLAddress"/>
        <w:jc w:val="right"/>
        <w:rPr>
          <w:i w:val="0"/>
          <w:color w:val="252525"/>
          <w:sz w:val="28"/>
          <w:szCs w:val="28"/>
        </w:rPr>
      </w:pPr>
    </w:p>
    <w:p w:rsidR="000F4C0C" w:rsidRDefault="000F4C0C" w:rsidP="00671B3D">
      <w:pPr>
        <w:pStyle w:val="HTMLAddress"/>
        <w:jc w:val="right"/>
        <w:rPr>
          <w:i w:val="0"/>
          <w:color w:val="252525"/>
          <w:sz w:val="28"/>
          <w:szCs w:val="28"/>
        </w:rPr>
      </w:pPr>
    </w:p>
    <w:p w:rsidR="000F4C0C" w:rsidRDefault="000F4C0C" w:rsidP="00671B3D">
      <w:pPr>
        <w:pStyle w:val="HTMLAddress"/>
        <w:jc w:val="right"/>
        <w:rPr>
          <w:i w:val="0"/>
          <w:color w:val="252525"/>
          <w:sz w:val="28"/>
          <w:szCs w:val="28"/>
        </w:rPr>
      </w:pPr>
    </w:p>
    <w:p w:rsidR="000F4C0C" w:rsidRDefault="000F4C0C" w:rsidP="00671B3D">
      <w:pPr>
        <w:pStyle w:val="HTMLAddress"/>
        <w:jc w:val="right"/>
        <w:rPr>
          <w:i w:val="0"/>
          <w:color w:val="252525"/>
          <w:sz w:val="28"/>
          <w:szCs w:val="28"/>
        </w:rPr>
      </w:pPr>
    </w:p>
    <w:p w:rsidR="000F4C0C" w:rsidRDefault="000F4C0C" w:rsidP="00671B3D">
      <w:pPr>
        <w:pStyle w:val="HTMLAddress"/>
        <w:jc w:val="right"/>
        <w:rPr>
          <w:i w:val="0"/>
          <w:color w:val="252525"/>
          <w:sz w:val="28"/>
          <w:szCs w:val="28"/>
        </w:rPr>
      </w:pPr>
    </w:p>
    <w:p w:rsidR="000F4C0C" w:rsidRDefault="000F4C0C" w:rsidP="00671B3D">
      <w:pPr>
        <w:pStyle w:val="HTMLAddress"/>
        <w:jc w:val="right"/>
        <w:rPr>
          <w:i w:val="0"/>
          <w:color w:val="252525"/>
          <w:sz w:val="28"/>
          <w:szCs w:val="28"/>
        </w:rPr>
      </w:pPr>
    </w:p>
    <w:p w:rsidR="000F4C0C" w:rsidRDefault="000F4C0C" w:rsidP="00671B3D">
      <w:pPr>
        <w:pStyle w:val="HTMLAddress"/>
        <w:jc w:val="right"/>
        <w:rPr>
          <w:i w:val="0"/>
          <w:color w:val="252525"/>
          <w:sz w:val="28"/>
          <w:szCs w:val="28"/>
        </w:rPr>
      </w:pPr>
    </w:p>
    <w:p w:rsidR="000F4C0C" w:rsidRDefault="000F4C0C" w:rsidP="00671B3D">
      <w:pPr>
        <w:pStyle w:val="HTMLAddress"/>
        <w:jc w:val="right"/>
        <w:rPr>
          <w:i w:val="0"/>
          <w:color w:val="252525"/>
          <w:sz w:val="28"/>
          <w:szCs w:val="28"/>
        </w:rPr>
      </w:pPr>
      <w:r>
        <w:rPr>
          <w:i w:val="0"/>
          <w:color w:val="252525"/>
          <w:sz w:val="28"/>
          <w:szCs w:val="28"/>
        </w:rPr>
        <w:t>Приложение № 1</w:t>
      </w:r>
    </w:p>
    <w:p w:rsidR="000F4C0C" w:rsidRPr="00671B3D" w:rsidRDefault="000F4C0C" w:rsidP="00444446">
      <w:pPr>
        <w:pStyle w:val="HTMLAddress"/>
        <w:jc w:val="right"/>
        <w:rPr>
          <w:i w:val="0"/>
        </w:rPr>
      </w:pPr>
      <w:r w:rsidRPr="00671B3D">
        <w:rPr>
          <w:i w:val="0"/>
          <w:sz w:val="28"/>
          <w:szCs w:val="28"/>
        </w:rPr>
        <w:t xml:space="preserve">к постановлению </w:t>
      </w:r>
      <w:r>
        <w:rPr>
          <w:i w:val="0"/>
          <w:sz w:val="28"/>
          <w:szCs w:val="28"/>
        </w:rPr>
        <w:t>администрации</w:t>
      </w:r>
    </w:p>
    <w:p w:rsidR="000F4C0C" w:rsidRPr="00671B3D" w:rsidRDefault="000F4C0C" w:rsidP="00444446">
      <w:pPr>
        <w:pStyle w:val="HTMLAddress"/>
        <w:jc w:val="right"/>
        <w:rPr>
          <w:i w:val="0"/>
        </w:rPr>
      </w:pPr>
      <w:r>
        <w:rPr>
          <w:i w:val="0"/>
          <w:sz w:val="28"/>
          <w:szCs w:val="28"/>
        </w:rPr>
        <w:t>Совхозного  сельсовета</w:t>
      </w:r>
      <w:r w:rsidRPr="00671B3D">
        <w:rPr>
          <w:i w:val="0"/>
          <w:sz w:val="28"/>
          <w:szCs w:val="28"/>
        </w:rPr>
        <w:t xml:space="preserve"> </w:t>
      </w:r>
    </w:p>
    <w:p w:rsidR="000F4C0C" w:rsidRDefault="000F4C0C" w:rsidP="00444446">
      <w:pPr>
        <w:pStyle w:val="HTMLAddress"/>
        <w:jc w:val="right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  о</w:t>
      </w:r>
      <w:r w:rsidRPr="00671B3D">
        <w:rPr>
          <w:i w:val="0"/>
          <w:sz w:val="28"/>
          <w:szCs w:val="28"/>
        </w:rPr>
        <w:t>т</w:t>
      </w:r>
      <w:r>
        <w:rPr>
          <w:i w:val="0"/>
          <w:sz w:val="28"/>
          <w:szCs w:val="28"/>
        </w:rPr>
        <w:t xml:space="preserve"> 10.10.2014 № 210</w:t>
      </w:r>
    </w:p>
    <w:p w:rsidR="000F4C0C" w:rsidRDefault="000F4C0C" w:rsidP="00444446">
      <w:pPr>
        <w:pStyle w:val="HTMLAddress"/>
        <w:jc w:val="right"/>
        <w:rPr>
          <w:i w:val="0"/>
          <w:sz w:val="28"/>
          <w:szCs w:val="28"/>
        </w:rPr>
      </w:pPr>
    </w:p>
    <w:p w:rsidR="000F4C0C" w:rsidRPr="00444446" w:rsidRDefault="000F4C0C" w:rsidP="00444446">
      <w:pPr>
        <w:pStyle w:val="HTMLAddress"/>
        <w:jc w:val="center"/>
        <w:rPr>
          <w:b/>
          <w:i w:val="0"/>
          <w:sz w:val="28"/>
          <w:szCs w:val="28"/>
        </w:rPr>
      </w:pPr>
      <w:r w:rsidRPr="00444446">
        <w:rPr>
          <w:b/>
          <w:i w:val="0"/>
          <w:sz w:val="28"/>
          <w:szCs w:val="28"/>
        </w:rPr>
        <w:t>СОСТАВ</w:t>
      </w:r>
    </w:p>
    <w:p w:rsidR="000F4C0C" w:rsidRDefault="000F4C0C" w:rsidP="00444446">
      <w:pPr>
        <w:pStyle w:val="HTMLAddress"/>
        <w:jc w:val="center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экспертной рабочей группы</w:t>
      </w:r>
    </w:p>
    <w:p w:rsidR="000F4C0C" w:rsidRDefault="000F4C0C" w:rsidP="00444446">
      <w:pPr>
        <w:pStyle w:val="HTMLAddress"/>
        <w:jc w:val="center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Совхозного сельсовета для</w:t>
      </w:r>
    </w:p>
    <w:p w:rsidR="000F4C0C" w:rsidRDefault="000F4C0C" w:rsidP="00444446">
      <w:pPr>
        <w:pStyle w:val="HTMLAddress"/>
        <w:jc w:val="center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проведения экспертизы общественных инициатив</w:t>
      </w:r>
    </w:p>
    <w:p w:rsidR="000F4C0C" w:rsidRDefault="000F4C0C" w:rsidP="00444446">
      <w:pPr>
        <w:pStyle w:val="HTMLAddress"/>
        <w:jc w:val="center"/>
        <w:rPr>
          <w:i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09"/>
        <w:gridCol w:w="4962"/>
        <w:gridCol w:w="2800"/>
      </w:tblGrid>
      <w:tr w:rsidR="000F4C0C" w:rsidTr="000F65BA">
        <w:tc>
          <w:tcPr>
            <w:tcW w:w="1809" w:type="dxa"/>
          </w:tcPr>
          <w:p w:rsidR="000F4C0C" w:rsidRPr="000F65BA" w:rsidRDefault="000F4C0C" w:rsidP="000F65BA">
            <w:pPr>
              <w:pStyle w:val="HTMLAddress"/>
              <w:jc w:val="center"/>
              <w:rPr>
                <w:i w:val="0"/>
              </w:rPr>
            </w:pPr>
            <w:r w:rsidRPr="000F65BA">
              <w:rPr>
                <w:i w:val="0"/>
              </w:rPr>
              <w:t>Заковряшин А.Н.</w:t>
            </w:r>
          </w:p>
        </w:tc>
        <w:tc>
          <w:tcPr>
            <w:tcW w:w="4962" w:type="dxa"/>
          </w:tcPr>
          <w:p w:rsidR="000F4C0C" w:rsidRPr="000F65BA" w:rsidRDefault="000F4C0C" w:rsidP="000F65BA">
            <w:pPr>
              <w:pStyle w:val="HTMLAddress"/>
              <w:jc w:val="both"/>
              <w:rPr>
                <w:i w:val="0"/>
              </w:rPr>
            </w:pPr>
            <w:r w:rsidRPr="000F65BA">
              <w:rPr>
                <w:i w:val="0"/>
              </w:rPr>
              <w:t>Заместитель главы администрации Совхозного  сельсовета</w:t>
            </w:r>
          </w:p>
        </w:tc>
        <w:tc>
          <w:tcPr>
            <w:tcW w:w="2800" w:type="dxa"/>
          </w:tcPr>
          <w:p w:rsidR="000F4C0C" w:rsidRPr="000F65BA" w:rsidRDefault="000F4C0C" w:rsidP="000F65BA">
            <w:pPr>
              <w:pStyle w:val="HTMLAddress"/>
              <w:jc w:val="center"/>
              <w:rPr>
                <w:i w:val="0"/>
              </w:rPr>
            </w:pPr>
            <w:r w:rsidRPr="000F65BA">
              <w:rPr>
                <w:i w:val="0"/>
              </w:rPr>
              <w:t>председатель рабочей группы</w:t>
            </w:r>
          </w:p>
        </w:tc>
      </w:tr>
      <w:tr w:rsidR="000F4C0C" w:rsidTr="000F65BA">
        <w:tc>
          <w:tcPr>
            <w:tcW w:w="1809" w:type="dxa"/>
          </w:tcPr>
          <w:p w:rsidR="000F4C0C" w:rsidRPr="000F65BA" w:rsidRDefault="000F4C0C" w:rsidP="000F65BA">
            <w:pPr>
              <w:pStyle w:val="HTMLAddress"/>
              <w:jc w:val="center"/>
              <w:rPr>
                <w:i w:val="0"/>
              </w:rPr>
            </w:pPr>
            <w:r w:rsidRPr="000F65BA">
              <w:rPr>
                <w:i w:val="0"/>
              </w:rPr>
              <w:t>Горелова И.А.</w:t>
            </w:r>
          </w:p>
        </w:tc>
        <w:tc>
          <w:tcPr>
            <w:tcW w:w="4962" w:type="dxa"/>
          </w:tcPr>
          <w:p w:rsidR="000F4C0C" w:rsidRPr="000F65BA" w:rsidRDefault="000F4C0C" w:rsidP="000F65BA">
            <w:pPr>
              <w:pStyle w:val="HTMLAddress"/>
              <w:jc w:val="both"/>
              <w:rPr>
                <w:i w:val="0"/>
              </w:rPr>
            </w:pPr>
            <w:r w:rsidRPr="000F65BA">
              <w:rPr>
                <w:i w:val="0"/>
              </w:rPr>
              <w:t>Гл.бухгалтер  (специалист) администрации Совхозного сельсовета</w:t>
            </w:r>
          </w:p>
        </w:tc>
        <w:tc>
          <w:tcPr>
            <w:tcW w:w="2800" w:type="dxa"/>
          </w:tcPr>
          <w:p w:rsidR="000F4C0C" w:rsidRPr="000F65BA" w:rsidRDefault="000F4C0C" w:rsidP="000F65BA">
            <w:pPr>
              <w:pStyle w:val="HTMLAddress"/>
              <w:jc w:val="center"/>
              <w:rPr>
                <w:i w:val="0"/>
              </w:rPr>
            </w:pPr>
            <w:r w:rsidRPr="000F65BA">
              <w:rPr>
                <w:i w:val="0"/>
              </w:rPr>
              <w:t>заместитель председателя рабочей группы</w:t>
            </w:r>
          </w:p>
        </w:tc>
      </w:tr>
      <w:tr w:rsidR="000F4C0C" w:rsidTr="000F65BA">
        <w:tc>
          <w:tcPr>
            <w:tcW w:w="1809" w:type="dxa"/>
          </w:tcPr>
          <w:p w:rsidR="000F4C0C" w:rsidRPr="000F65BA" w:rsidRDefault="000F4C0C" w:rsidP="000F65BA">
            <w:pPr>
              <w:pStyle w:val="HTMLAddress"/>
              <w:jc w:val="center"/>
              <w:rPr>
                <w:i w:val="0"/>
                <w:sz w:val="22"/>
                <w:szCs w:val="22"/>
              </w:rPr>
            </w:pPr>
            <w:r w:rsidRPr="000F65BA">
              <w:rPr>
                <w:i w:val="0"/>
                <w:sz w:val="22"/>
                <w:szCs w:val="22"/>
              </w:rPr>
              <w:t>Большакова М.А.</w:t>
            </w:r>
          </w:p>
        </w:tc>
        <w:tc>
          <w:tcPr>
            <w:tcW w:w="4962" w:type="dxa"/>
          </w:tcPr>
          <w:p w:rsidR="000F4C0C" w:rsidRPr="000F65BA" w:rsidRDefault="000F4C0C" w:rsidP="000F65BA">
            <w:pPr>
              <w:pStyle w:val="HTMLAddress"/>
              <w:jc w:val="both"/>
              <w:rPr>
                <w:i w:val="0"/>
              </w:rPr>
            </w:pPr>
            <w:r w:rsidRPr="000F65BA">
              <w:rPr>
                <w:i w:val="0"/>
              </w:rPr>
              <w:t>Специалист администрации Совхозного сельсовета</w:t>
            </w:r>
          </w:p>
        </w:tc>
        <w:tc>
          <w:tcPr>
            <w:tcW w:w="2800" w:type="dxa"/>
          </w:tcPr>
          <w:p w:rsidR="000F4C0C" w:rsidRPr="000F65BA" w:rsidRDefault="000F4C0C" w:rsidP="000F65BA">
            <w:pPr>
              <w:pStyle w:val="HTMLAddress"/>
              <w:jc w:val="center"/>
              <w:rPr>
                <w:i w:val="0"/>
                <w:sz w:val="22"/>
                <w:szCs w:val="22"/>
              </w:rPr>
            </w:pPr>
            <w:r w:rsidRPr="000F65BA">
              <w:rPr>
                <w:i w:val="0"/>
              </w:rPr>
              <w:t>секретарь рабочей группы</w:t>
            </w:r>
          </w:p>
        </w:tc>
      </w:tr>
      <w:tr w:rsidR="000F4C0C" w:rsidTr="000F65BA">
        <w:tc>
          <w:tcPr>
            <w:tcW w:w="1809" w:type="dxa"/>
          </w:tcPr>
          <w:p w:rsidR="000F4C0C" w:rsidRPr="000F65BA" w:rsidRDefault="000F4C0C" w:rsidP="000F65BA">
            <w:pPr>
              <w:pStyle w:val="HTMLAddress"/>
              <w:jc w:val="center"/>
              <w:rPr>
                <w:i w:val="0"/>
              </w:rPr>
            </w:pPr>
            <w:r w:rsidRPr="000F65BA">
              <w:rPr>
                <w:i w:val="0"/>
              </w:rPr>
              <w:t>Гизбрехт О.В.</w:t>
            </w:r>
          </w:p>
        </w:tc>
        <w:tc>
          <w:tcPr>
            <w:tcW w:w="4962" w:type="dxa"/>
          </w:tcPr>
          <w:p w:rsidR="000F4C0C" w:rsidRPr="000F65BA" w:rsidRDefault="000F4C0C" w:rsidP="000F65BA">
            <w:pPr>
              <w:pStyle w:val="HTMLAddress"/>
              <w:jc w:val="both"/>
              <w:rPr>
                <w:i w:val="0"/>
              </w:rPr>
            </w:pPr>
            <w:r w:rsidRPr="000F65BA">
              <w:rPr>
                <w:i w:val="0"/>
              </w:rPr>
              <w:t>Специалист администрации Совхозного сельсовета</w:t>
            </w:r>
          </w:p>
        </w:tc>
        <w:tc>
          <w:tcPr>
            <w:tcW w:w="2800" w:type="dxa"/>
          </w:tcPr>
          <w:p w:rsidR="000F4C0C" w:rsidRPr="000F65BA" w:rsidRDefault="000F4C0C" w:rsidP="000F65BA">
            <w:pPr>
              <w:pStyle w:val="HTMLAddress"/>
              <w:jc w:val="center"/>
              <w:rPr>
                <w:i w:val="0"/>
              </w:rPr>
            </w:pPr>
            <w:r w:rsidRPr="000F65BA">
              <w:rPr>
                <w:i w:val="0"/>
              </w:rPr>
              <w:t>член рабочей группы (по согласованию</w:t>
            </w:r>
          </w:p>
        </w:tc>
      </w:tr>
      <w:tr w:rsidR="000F4C0C" w:rsidTr="000F65BA">
        <w:tc>
          <w:tcPr>
            <w:tcW w:w="1809" w:type="dxa"/>
          </w:tcPr>
          <w:p w:rsidR="000F4C0C" w:rsidRPr="000F65BA" w:rsidRDefault="000F4C0C" w:rsidP="000F65BA">
            <w:pPr>
              <w:pStyle w:val="HTMLAddress"/>
              <w:jc w:val="center"/>
              <w:rPr>
                <w:i w:val="0"/>
                <w:sz w:val="22"/>
                <w:szCs w:val="22"/>
              </w:rPr>
            </w:pPr>
            <w:r w:rsidRPr="000F65BA">
              <w:rPr>
                <w:i w:val="0"/>
                <w:sz w:val="22"/>
                <w:szCs w:val="22"/>
              </w:rPr>
              <w:t>Ковтун О.А.</w:t>
            </w:r>
          </w:p>
        </w:tc>
        <w:tc>
          <w:tcPr>
            <w:tcW w:w="4962" w:type="dxa"/>
          </w:tcPr>
          <w:p w:rsidR="000F4C0C" w:rsidRPr="000F65BA" w:rsidRDefault="000F4C0C" w:rsidP="000F65BA">
            <w:pPr>
              <w:pStyle w:val="HTMLAddress"/>
              <w:jc w:val="both"/>
              <w:rPr>
                <w:i w:val="0"/>
                <w:sz w:val="22"/>
                <w:szCs w:val="22"/>
              </w:rPr>
            </w:pPr>
            <w:r w:rsidRPr="000F65BA">
              <w:rPr>
                <w:i w:val="0"/>
              </w:rPr>
              <w:t>Директор МУП «ЖКХ «Совхозное»</w:t>
            </w:r>
          </w:p>
        </w:tc>
        <w:tc>
          <w:tcPr>
            <w:tcW w:w="2800" w:type="dxa"/>
          </w:tcPr>
          <w:p w:rsidR="000F4C0C" w:rsidRPr="000F65BA" w:rsidRDefault="000F4C0C" w:rsidP="000F65BA">
            <w:pPr>
              <w:pStyle w:val="HTMLAddress"/>
              <w:jc w:val="center"/>
              <w:rPr>
                <w:i w:val="0"/>
                <w:sz w:val="22"/>
                <w:szCs w:val="22"/>
              </w:rPr>
            </w:pPr>
            <w:r w:rsidRPr="000F65BA">
              <w:rPr>
                <w:i w:val="0"/>
              </w:rPr>
              <w:t>член рабочей группы (по согласованию</w:t>
            </w:r>
          </w:p>
        </w:tc>
      </w:tr>
      <w:tr w:rsidR="000F4C0C" w:rsidTr="000F65BA">
        <w:tc>
          <w:tcPr>
            <w:tcW w:w="1809" w:type="dxa"/>
          </w:tcPr>
          <w:p w:rsidR="000F4C0C" w:rsidRPr="000F65BA" w:rsidRDefault="000F4C0C" w:rsidP="000F65BA">
            <w:pPr>
              <w:pStyle w:val="HTMLAddress"/>
              <w:jc w:val="center"/>
              <w:rPr>
                <w:i w:val="0"/>
              </w:rPr>
            </w:pPr>
            <w:r w:rsidRPr="000F65BA">
              <w:rPr>
                <w:i w:val="0"/>
              </w:rPr>
              <w:t>Ковшевая И.И.</w:t>
            </w:r>
          </w:p>
        </w:tc>
        <w:tc>
          <w:tcPr>
            <w:tcW w:w="4962" w:type="dxa"/>
          </w:tcPr>
          <w:p w:rsidR="000F4C0C" w:rsidRPr="000F65BA" w:rsidRDefault="000F4C0C" w:rsidP="000F65BA">
            <w:pPr>
              <w:pStyle w:val="HTMLAddress"/>
              <w:jc w:val="both"/>
              <w:rPr>
                <w:i w:val="0"/>
              </w:rPr>
            </w:pPr>
            <w:r w:rsidRPr="000F65BA">
              <w:rPr>
                <w:i w:val="0"/>
              </w:rPr>
              <w:t xml:space="preserve">Директор МАУК «Лебедевский центр досуга» </w:t>
            </w:r>
          </w:p>
        </w:tc>
        <w:tc>
          <w:tcPr>
            <w:tcW w:w="2800" w:type="dxa"/>
          </w:tcPr>
          <w:p w:rsidR="000F4C0C" w:rsidRPr="000F65BA" w:rsidRDefault="000F4C0C" w:rsidP="000F65BA">
            <w:pPr>
              <w:pStyle w:val="HTMLAddress"/>
              <w:jc w:val="center"/>
              <w:rPr>
                <w:i w:val="0"/>
              </w:rPr>
            </w:pPr>
            <w:r w:rsidRPr="000F65BA">
              <w:rPr>
                <w:i w:val="0"/>
              </w:rPr>
              <w:t>член рабочей группы (по согласованию)</w:t>
            </w:r>
          </w:p>
        </w:tc>
      </w:tr>
    </w:tbl>
    <w:p w:rsidR="000F4C0C" w:rsidRPr="00671B3D" w:rsidRDefault="000F4C0C" w:rsidP="00444446">
      <w:pPr>
        <w:pStyle w:val="HTMLAddress"/>
        <w:jc w:val="center"/>
        <w:rPr>
          <w:i w:val="0"/>
        </w:rPr>
      </w:pPr>
    </w:p>
    <w:p w:rsidR="000F4C0C" w:rsidRDefault="000F4C0C" w:rsidP="00671B3D">
      <w:pPr>
        <w:pStyle w:val="HTMLAddress"/>
        <w:jc w:val="right"/>
        <w:rPr>
          <w:i w:val="0"/>
          <w:color w:val="252525"/>
          <w:sz w:val="28"/>
          <w:szCs w:val="28"/>
        </w:rPr>
      </w:pPr>
    </w:p>
    <w:p w:rsidR="000F4C0C" w:rsidRDefault="000F4C0C" w:rsidP="00671B3D">
      <w:pPr>
        <w:pStyle w:val="HTMLAddress"/>
        <w:jc w:val="right"/>
        <w:rPr>
          <w:i w:val="0"/>
          <w:color w:val="252525"/>
          <w:sz w:val="28"/>
          <w:szCs w:val="28"/>
        </w:rPr>
      </w:pPr>
    </w:p>
    <w:p w:rsidR="000F4C0C" w:rsidRDefault="000F4C0C" w:rsidP="00671B3D">
      <w:pPr>
        <w:pStyle w:val="HTMLAddress"/>
        <w:jc w:val="right"/>
        <w:rPr>
          <w:i w:val="0"/>
          <w:color w:val="252525"/>
          <w:sz w:val="28"/>
          <w:szCs w:val="28"/>
        </w:rPr>
      </w:pPr>
    </w:p>
    <w:p w:rsidR="000F4C0C" w:rsidRDefault="000F4C0C" w:rsidP="00671B3D">
      <w:pPr>
        <w:pStyle w:val="HTMLAddress"/>
        <w:jc w:val="right"/>
        <w:rPr>
          <w:i w:val="0"/>
          <w:color w:val="252525"/>
          <w:sz w:val="28"/>
          <w:szCs w:val="28"/>
        </w:rPr>
      </w:pPr>
    </w:p>
    <w:p w:rsidR="000F4C0C" w:rsidRDefault="000F4C0C" w:rsidP="00671B3D">
      <w:pPr>
        <w:pStyle w:val="HTMLAddress"/>
        <w:jc w:val="right"/>
        <w:rPr>
          <w:i w:val="0"/>
          <w:color w:val="252525"/>
          <w:sz w:val="28"/>
          <w:szCs w:val="28"/>
        </w:rPr>
      </w:pPr>
    </w:p>
    <w:p w:rsidR="000F4C0C" w:rsidRDefault="000F4C0C" w:rsidP="00671B3D">
      <w:pPr>
        <w:pStyle w:val="HTMLAddress"/>
        <w:jc w:val="right"/>
        <w:rPr>
          <w:i w:val="0"/>
          <w:color w:val="252525"/>
          <w:sz w:val="28"/>
          <w:szCs w:val="28"/>
        </w:rPr>
      </w:pPr>
    </w:p>
    <w:p w:rsidR="000F4C0C" w:rsidRDefault="000F4C0C" w:rsidP="00671B3D">
      <w:pPr>
        <w:pStyle w:val="HTMLAddress"/>
        <w:jc w:val="right"/>
        <w:rPr>
          <w:i w:val="0"/>
          <w:color w:val="252525"/>
          <w:sz w:val="28"/>
          <w:szCs w:val="28"/>
        </w:rPr>
      </w:pPr>
    </w:p>
    <w:p w:rsidR="000F4C0C" w:rsidRDefault="000F4C0C" w:rsidP="00671B3D">
      <w:pPr>
        <w:pStyle w:val="HTMLAddress"/>
        <w:jc w:val="right"/>
        <w:rPr>
          <w:i w:val="0"/>
          <w:color w:val="252525"/>
          <w:sz w:val="28"/>
          <w:szCs w:val="28"/>
        </w:rPr>
      </w:pPr>
    </w:p>
    <w:p w:rsidR="000F4C0C" w:rsidRDefault="000F4C0C" w:rsidP="00671B3D">
      <w:pPr>
        <w:pStyle w:val="HTMLAddress"/>
        <w:jc w:val="right"/>
        <w:rPr>
          <w:i w:val="0"/>
          <w:color w:val="252525"/>
          <w:sz w:val="28"/>
          <w:szCs w:val="28"/>
        </w:rPr>
      </w:pPr>
    </w:p>
    <w:p w:rsidR="000F4C0C" w:rsidRDefault="000F4C0C" w:rsidP="00671B3D">
      <w:pPr>
        <w:pStyle w:val="HTMLAddress"/>
        <w:jc w:val="right"/>
        <w:rPr>
          <w:i w:val="0"/>
          <w:color w:val="252525"/>
          <w:sz w:val="28"/>
          <w:szCs w:val="28"/>
        </w:rPr>
      </w:pPr>
    </w:p>
    <w:p w:rsidR="000F4C0C" w:rsidRDefault="000F4C0C" w:rsidP="00671B3D">
      <w:pPr>
        <w:pStyle w:val="HTMLAddress"/>
        <w:jc w:val="right"/>
        <w:rPr>
          <w:i w:val="0"/>
          <w:color w:val="252525"/>
          <w:sz w:val="28"/>
          <w:szCs w:val="28"/>
        </w:rPr>
      </w:pPr>
    </w:p>
    <w:p w:rsidR="000F4C0C" w:rsidRDefault="000F4C0C" w:rsidP="00671B3D">
      <w:pPr>
        <w:pStyle w:val="HTMLAddress"/>
        <w:jc w:val="right"/>
        <w:rPr>
          <w:i w:val="0"/>
          <w:color w:val="252525"/>
          <w:sz w:val="28"/>
          <w:szCs w:val="28"/>
        </w:rPr>
      </w:pPr>
    </w:p>
    <w:p w:rsidR="000F4C0C" w:rsidRDefault="000F4C0C" w:rsidP="00671B3D">
      <w:pPr>
        <w:pStyle w:val="HTMLAddress"/>
        <w:jc w:val="right"/>
        <w:rPr>
          <w:i w:val="0"/>
          <w:color w:val="252525"/>
          <w:sz w:val="28"/>
          <w:szCs w:val="28"/>
        </w:rPr>
      </w:pPr>
    </w:p>
    <w:p w:rsidR="000F4C0C" w:rsidRDefault="000F4C0C" w:rsidP="00671B3D">
      <w:pPr>
        <w:pStyle w:val="HTMLAddress"/>
        <w:jc w:val="right"/>
        <w:rPr>
          <w:i w:val="0"/>
          <w:color w:val="252525"/>
          <w:sz w:val="28"/>
          <w:szCs w:val="28"/>
        </w:rPr>
      </w:pPr>
    </w:p>
    <w:p w:rsidR="000F4C0C" w:rsidRDefault="000F4C0C" w:rsidP="00671B3D">
      <w:pPr>
        <w:pStyle w:val="HTMLAddress"/>
        <w:jc w:val="right"/>
        <w:rPr>
          <w:i w:val="0"/>
          <w:color w:val="252525"/>
          <w:sz w:val="28"/>
          <w:szCs w:val="28"/>
        </w:rPr>
      </w:pPr>
    </w:p>
    <w:p w:rsidR="000F4C0C" w:rsidRDefault="000F4C0C" w:rsidP="00671B3D">
      <w:pPr>
        <w:pStyle w:val="HTMLAddress"/>
        <w:jc w:val="right"/>
        <w:rPr>
          <w:i w:val="0"/>
          <w:color w:val="252525"/>
          <w:sz w:val="28"/>
          <w:szCs w:val="28"/>
        </w:rPr>
      </w:pPr>
    </w:p>
    <w:p w:rsidR="000F4C0C" w:rsidRDefault="000F4C0C" w:rsidP="00671B3D">
      <w:pPr>
        <w:pStyle w:val="HTMLAddress"/>
        <w:jc w:val="right"/>
        <w:rPr>
          <w:i w:val="0"/>
          <w:color w:val="252525"/>
          <w:sz w:val="28"/>
          <w:szCs w:val="28"/>
        </w:rPr>
      </w:pPr>
    </w:p>
    <w:p w:rsidR="000F4C0C" w:rsidRDefault="000F4C0C" w:rsidP="00671B3D">
      <w:pPr>
        <w:pStyle w:val="HTMLAddress"/>
        <w:jc w:val="right"/>
        <w:rPr>
          <w:i w:val="0"/>
          <w:color w:val="252525"/>
          <w:sz w:val="28"/>
          <w:szCs w:val="28"/>
        </w:rPr>
      </w:pPr>
    </w:p>
    <w:p w:rsidR="000F4C0C" w:rsidRDefault="000F4C0C" w:rsidP="00671B3D">
      <w:pPr>
        <w:pStyle w:val="HTMLAddress"/>
        <w:jc w:val="right"/>
        <w:rPr>
          <w:i w:val="0"/>
          <w:color w:val="252525"/>
          <w:sz w:val="28"/>
          <w:szCs w:val="28"/>
        </w:rPr>
      </w:pPr>
    </w:p>
    <w:p w:rsidR="000F4C0C" w:rsidRDefault="000F4C0C" w:rsidP="00671B3D">
      <w:pPr>
        <w:pStyle w:val="HTMLAddress"/>
        <w:jc w:val="right"/>
        <w:rPr>
          <w:i w:val="0"/>
          <w:color w:val="252525"/>
          <w:sz w:val="28"/>
          <w:szCs w:val="28"/>
        </w:rPr>
      </w:pPr>
    </w:p>
    <w:p w:rsidR="000F4C0C" w:rsidRDefault="000F4C0C" w:rsidP="00671B3D">
      <w:pPr>
        <w:pStyle w:val="HTMLAddress"/>
        <w:jc w:val="right"/>
        <w:rPr>
          <w:i w:val="0"/>
          <w:color w:val="252525"/>
          <w:sz w:val="28"/>
          <w:szCs w:val="28"/>
        </w:rPr>
      </w:pPr>
    </w:p>
    <w:p w:rsidR="000F4C0C" w:rsidRDefault="000F4C0C" w:rsidP="00671B3D">
      <w:pPr>
        <w:pStyle w:val="HTMLAddress"/>
        <w:jc w:val="right"/>
        <w:rPr>
          <w:i w:val="0"/>
          <w:color w:val="252525"/>
          <w:sz w:val="28"/>
          <w:szCs w:val="28"/>
        </w:rPr>
      </w:pPr>
    </w:p>
    <w:p w:rsidR="000F4C0C" w:rsidRDefault="000F4C0C" w:rsidP="00671B3D">
      <w:pPr>
        <w:pStyle w:val="HTMLAddress"/>
        <w:jc w:val="right"/>
        <w:rPr>
          <w:i w:val="0"/>
          <w:color w:val="252525"/>
          <w:sz w:val="28"/>
          <w:szCs w:val="28"/>
        </w:rPr>
      </w:pPr>
    </w:p>
    <w:p w:rsidR="000F4C0C" w:rsidRDefault="000F4C0C" w:rsidP="00671B3D">
      <w:pPr>
        <w:pStyle w:val="HTMLAddress"/>
        <w:jc w:val="right"/>
        <w:rPr>
          <w:i w:val="0"/>
          <w:color w:val="252525"/>
          <w:sz w:val="28"/>
          <w:szCs w:val="28"/>
        </w:rPr>
      </w:pPr>
    </w:p>
    <w:p w:rsidR="000F4C0C" w:rsidRDefault="000F4C0C" w:rsidP="00671B3D">
      <w:pPr>
        <w:pStyle w:val="HTMLAddress"/>
        <w:jc w:val="right"/>
        <w:rPr>
          <w:i w:val="0"/>
          <w:color w:val="252525"/>
          <w:sz w:val="28"/>
          <w:szCs w:val="28"/>
        </w:rPr>
      </w:pPr>
    </w:p>
    <w:p w:rsidR="000F4C0C" w:rsidRPr="00671B3D" w:rsidRDefault="000F4C0C" w:rsidP="00671B3D">
      <w:pPr>
        <w:pStyle w:val="HTMLAddress"/>
        <w:jc w:val="right"/>
        <w:rPr>
          <w:i w:val="0"/>
        </w:rPr>
      </w:pPr>
      <w:r w:rsidRPr="00671B3D">
        <w:rPr>
          <w:i w:val="0"/>
          <w:color w:val="252525"/>
          <w:sz w:val="28"/>
          <w:szCs w:val="28"/>
        </w:rPr>
        <w:t>Приложение № 2</w:t>
      </w:r>
    </w:p>
    <w:p w:rsidR="000F4C0C" w:rsidRPr="00671B3D" w:rsidRDefault="000F4C0C" w:rsidP="00671B3D">
      <w:pPr>
        <w:pStyle w:val="HTMLAddress"/>
        <w:jc w:val="right"/>
        <w:rPr>
          <w:i w:val="0"/>
        </w:rPr>
      </w:pPr>
      <w:r w:rsidRPr="00671B3D">
        <w:rPr>
          <w:i w:val="0"/>
          <w:sz w:val="28"/>
          <w:szCs w:val="28"/>
        </w:rPr>
        <w:t xml:space="preserve">к постановлению </w:t>
      </w:r>
      <w:r>
        <w:rPr>
          <w:i w:val="0"/>
          <w:sz w:val="28"/>
          <w:szCs w:val="28"/>
        </w:rPr>
        <w:t>администрации</w:t>
      </w:r>
    </w:p>
    <w:p w:rsidR="000F4C0C" w:rsidRPr="00671B3D" w:rsidRDefault="000F4C0C" w:rsidP="00671B3D">
      <w:pPr>
        <w:pStyle w:val="HTMLAddress"/>
        <w:jc w:val="right"/>
        <w:rPr>
          <w:i w:val="0"/>
        </w:rPr>
      </w:pPr>
      <w:r>
        <w:rPr>
          <w:i w:val="0"/>
          <w:sz w:val="28"/>
          <w:szCs w:val="28"/>
        </w:rPr>
        <w:t>Совхозного  сельсовета</w:t>
      </w:r>
      <w:r w:rsidRPr="00671B3D">
        <w:rPr>
          <w:i w:val="0"/>
          <w:sz w:val="28"/>
          <w:szCs w:val="28"/>
        </w:rPr>
        <w:t xml:space="preserve"> </w:t>
      </w:r>
    </w:p>
    <w:p w:rsidR="000F4C0C" w:rsidRDefault="000F4C0C" w:rsidP="00671B3D">
      <w:pPr>
        <w:pStyle w:val="HTMLAddress"/>
        <w:jc w:val="right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о</w:t>
      </w:r>
      <w:r w:rsidRPr="00671B3D">
        <w:rPr>
          <w:i w:val="0"/>
          <w:sz w:val="28"/>
          <w:szCs w:val="28"/>
        </w:rPr>
        <w:t>т</w:t>
      </w:r>
      <w:r>
        <w:rPr>
          <w:i w:val="0"/>
          <w:sz w:val="28"/>
          <w:szCs w:val="28"/>
        </w:rPr>
        <w:t xml:space="preserve"> 10.10.2014 №210</w:t>
      </w:r>
    </w:p>
    <w:p w:rsidR="000F4C0C" w:rsidRPr="00671B3D" w:rsidRDefault="000F4C0C" w:rsidP="00671B3D">
      <w:pPr>
        <w:pStyle w:val="HTMLAddress"/>
        <w:jc w:val="right"/>
        <w:rPr>
          <w:i w:val="0"/>
        </w:rPr>
      </w:pPr>
      <w:r>
        <w:rPr>
          <w:i w:val="0"/>
          <w:sz w:val="28"/>
          <w:szCs w:val="28"/>
        </w:rPr>
        <w:t xml:space="preserve"> </w:t>
      </w:r>
    </w:p>
    <w:p w:rsidR="000F4C0C" w:rsidRPr="00671B3D" w:rsidRDefault="000F4C0C" w:rsidP="00671B3D">
      <w:pPr>
        <w:pStyle w:val="HTMLAddress"/>
        <w:jc w:val="center"/>
        <w:rPr>
          <w:i w:val="0"/>
        </w:rPr>
      </w:pPr>
      <w:r w:rsidRPr="00671B3D">
        <w:rPr>
          <w:rStyle w:val="Strong"/>
          <w:bCs w:val="0"/>
          <w:i w:val="0"/>
          <w:color w:val="252525"/>
          <w:sz w:val="28"/>
          <w:szCs w:val="28"/>
        </w:rPr>
        <w:t>ПОЛОЖЕНИЕ</w:t>
      </w:r>
    </w:p>
    <w:p w:rsidR="000F4C0C" w:rsidRPr="00671B3D" w:rsidRDefault="000F4C0C" w:rsidP="00671B3D">
      <w:pPr>
        <w:pStyle w:val="HTMLAddress"/>
        <w:jc w:val="center"/>
        <w:rPr>
          <w:b/>
          <w:i w:val="0"/>
        </w:rPr>
      </w:pPr>
      <w:r w:rsidRPr="00671B3D">
        <w:rPr>
          <w:b/>
          <w:i w:val="0"/>
          <w:sz w:val="28"/>
          <w:szCs w:val="28"/>
        </w:rPr>
        <w:t xml:space="preserve">об экспертной рабочей группе </w:t>
      </w:r>
      <w:r>
        <w:rPr>
          <w:b/>
          <w:i w:val="0"/>
          <w:sz w:val="28"/>
          <w:szCs w:val="28"/>
        </w:rPr>
        <w:t xml:space="preserve">Совхозного </w:t>
      </w:r>
      <w:r w:rsidRPr="00671B3D">
        <w:rPr>
          <w:b/>
          <w:i w:val="0"/>
          <w:sz w:val="28"/>
          <w:szCs w:val="28"/>
        </w:rPr>
        <w:t xml:space="preserve"> сельсовета</w:t>
      </w:r>
    </w:p>
    <w:p w:rsidR="000F4C0C" w:rsidRPr="00671B3D" w:rsidRDefault="000F4C0C" w:rsidP="00671B3D">
      <w:pPr>
        <w:pStyle w:val="HTMLAddress"/>
        <w:tabs>
          <w:tab w:val="left" w:pos="7267"/>
        </w:tabs>
        <w:jc w:val="center"/>
        <w:rPr>
          <w:b/>
          <w:i w:val="0"/>
        </w:rPr>
      </w:pPr>
      <w:r w:rsidRPr="00671B3D">
        <w:rPr>
          <w:b/>
          <w:i w:val="0"/>
          <w:sz w:val="28"/>
          <w:szCs w:val="28"/>
        </w:rPr>
        <w:t>для проведения экспертизы общественных инициатив</w:t>
      </w:r>
    </w:p>
    <w:p w:rsidR="000F4C0C" w:rsidRPr="00671B3D" w:rsidRDefault="000F4C0C" w:rsidP="00671B3D">
      <w:pPr>
        <w:pStyle w:val="ListParagraph"/>
        <w:numPr>
          <w:ilvl w:val="0"/>
          <w:numId w:val="1"/>
        </w:numPr>
        <w:spacing w:before="100" w:beforeAutospacing="1"/>
        <w:jc w:val="both"/>
        <w:rPr>
          <w:color w:val="252525"/>
          <w:sz w:val="28"/>
          <w:szCs w:val="28"/>
        </w:rPr>
      </w:pPr>
      <w:r w:rsidRPr="00671B3D">
        <w:rPr>
          <w:color w:val="252525"/>
          <w:sz w:val="28"/>
          <w:szCs w:val="28"/>
        </w:rPr>
        <w:t xml:space="preserve">ОБЩИЕ ПОЛОЖЕНИЯ </w:t>
      </w:r>
    </w:p>
    <w:p w:rsidR="000F4C0C" w:rsidRDefault="000F4C0C" w:rsidP="00671B3D">
      <w:pPr>
        <w:pStyle w:val="ListParagraph"/>
        <w:spacing w:before="100" w:beforeAutospacing="1"/>
        <w:ind w:left="1080"/>
        <w:jc w:val="both"/>
      </w:pPr>
    </w:p>
    <w:p w:rsidR="000F4C0C" w:rsidRPr="00671B3D" w:rsidRDefault="000F4C0C" w:rsidP="00671B3D">
      <w:pPr>
        <w:pStyle w:val="msonospacing0"/>
        <w:spacing w:before="0" w:beforeAutospacing="0" w:after="0" w:afterAutospacing="0"/>
        <w:jc w:val="both"/>
        <w:rPr>
          <w:color w:val="252525"/>
          <w:sz w:val="28"/>
          <w:szCs w:val="28"/>
        </w:rPr>
      </w:pPr>
      <w:r>
        <w:rPr>
          <w:color w:val="252525"/>
          <w:sz w:val="28"/>
          <w:szCs w:val="28"/>
        </w:rPr>
        <w:t xml:space="preserve">1.1. Экспертная рабочая группа </w:t>
      </w:r>
      <w:r>
        <w:rPr>
          <w:sz w:val="28"/>
          <w:szCs w:val="28"/>
        </w:rPr>
        <w:t xml:space="preserve">Совхозного сельсовета </w:t>
      </w:r>
      <w:r>
        <w:rPr>
          <w:color w:val="252525"/>
          <w:sz w:val="28"/>
          <w:szCs w:val="28"/>
        </w:rPr>
        <w:t>для проведения экспертизы общественных инициатив (далее по тексту Положения – рабочая группа) создана в целях реализации Указа Президента Российской Федерации от 04.03.2013 г. № 183 «О рассмотрении общественных инициатив, направленных гражданами Российской Федерации с использованием интернет-ресурса «Российская общественная инициатива» (далее по тексту Положения – Указ Президента РФ).</w:t>
      </w:r>
    </w:p>
    <w:p w:rsidR="000F4C0C" w:rsidRDefault="000F4C0C" w:rsidP="00671B3D">
      <w:pPr>
        <w:jc w:val="both"/>
        <w:rPr>
          <w:color w:val="252525"/>
          <w:sz w:val="28"/>
          <w:szCs w:val="28"/>
        </w:rPr>
      </w:pPr>
      <w:r>
        <w:rPr>
          <w:color w:val="252525"/>
          <w:sz w:val="28"/>
          <w:szCs w:val="28"/>
        </w:rPr>
        <w:t>1.2. Члены рабочей группы осуществляют свою деятельность на безвозмездной основе.</w:t>
      </w:r>
    </w:p>
    <w:p w:rsidR="000F4C0C" w:rsidRDefault="000F4C0C" w:rsidP="00671B3D">
      <w:pPr>
        <w:jc w:val="both"/>
      </w:pPr>
      <w:r>
        <w:rPr>
          <w:color w:val="252525"/>
          <w:sz w:val="28"/>
          <w:szCs w:val="28"/>
        </w:rPr>
        <w:t xml:space="preserve"> </w:t>
      </w:r>
    </w:p>
    <w:p w:rsidR="000F4C0C" w:rsidRDefault="000F4C0C" w:rsidP="00671B3D">
      <w:pPr>
        <w:jc w:val="both"/>
        <w:rPr>
          <w:color w:val="252525"/>
          <w:sz w:val="28"/>
          <w:szCs w:val="28"/>
        </w:rPr>
      </w:pPr>
      <w:r>
        <w:rPr>
          <w:color w:val="252525"/>
          <w:sz w:val="28"/>
          <w:szCs w:val="28"/>
        </w:rPr>
        <w:t xml:space="preserve">II. СОСТАВ РАБОЧЕЙ ГРУППЫ </w:t>
      </w:r>
    </w:p>
    <w:p w:rsidR="000F4C0C" w:rsidRDefault="000F4C0C" w:rsidP="00671B3D">
      <w:pPr>
        <w:jc w:val="both"/>
      </w:pPr>
    </w:p>
    <w:p w:rsidR="000F4C0C" w:rsidRPr="00671B3D" w:rsidRDefault="000F4C0C" w:rsidP="00671B3D">
      <w:pPr>
        <w:pStyle w:val="msonospacing0"/>
        <w:spacing w:before="0" w:beforeAutospacing="0" w:after="0" w:afterAutospacing="0"/>
        <w:jc w:val="both"/>
        <w:rPr>
          <w:color w:val="252525"/>
          <w:sz w:val="28"/>
          <w:szCs w:val="28"/>
        </w:rPr>
      </w:pPr>
      <w:r>
        <w:rPr>
          <w:color w:val="252525"/>
          <w:sz w:val="28"/>
          <w:szCs w:val="28"/>
        </w:rPr>
        <w:t xml:space="preserve">2.1. Состав рабочей группы формируется администрацией </w:t>
      </w:r>
      <w:r>
        <w:rPr>
          <w:sz w:val="28"/>
          <w:szCs w:val="28"/>
        </w:rPr>
        <w:t xml:space="preserve">Совхозного сельсовета </w:t>
      </w:r>
      <w:r>
        <w:rPr>
          <w:color w:val="252525"/>
          <w:sz w:val="28"/>
          <w:szCs w:val="28"/>
        </w:rPr>
        <w:t xml:space="preserve">в </w:t>
      </w:r>
      <w:r w:rsidRPr="00BD41BA">
        <w:rPr>
          <w:color w:val="252525"/>
          <w:sz w:val="28"/>
          <w:szCs w:val="28"/>
        </w:rPr>
        <w:t>количестве 6 человек.</w:t>
      </w:r>
    </w:p>
    <w:p w:rsidR="000F4C0C" w:rsidRDefault="000F4C0C" w:rsidP="00671B3D">
      <w:pPr>
        <w:jc w:val="both"/>
        <w:rPr>
          <w:color w:val="252525"/>
          <w:sz w:val="28"/>
          <w:szCs w:val="28"/>
        </w:rPr>
      </w:pPr>
      <w:r>
        <w:rPr>
          <w:color w:val="252525"/>
          <w:sz w:val="28"/>
          <w:szCs w:val="28"/>
        </w:rPr>
        <w:t xml:space="preserve">2.2. Рабочая группа состоит из председателя, заместителя председателя, секретаря и членов рабочей группы. </w:t>
      </w:r>
    </w:p>
    <w:p w:rsidR="000F4C0C" w:rsidRDefault="000F4C0C" w:rsidP="00671B3D">
      <w:pPr>
        <w:jc w:val="both"/>
      </w:pPr>
    </w:p>
    <w:p w:rsidR="000F4C0C" w:rsidRDefault="000F4C0C" w:rsidP="00671B3D">
      <w:pPr>
        <w:jc w:val="both"/>
        <w:rPr>
          <w:color w:val="252525"/>
          <w:sz w:val="28"/>
          <w:szCs w:val="28"/>
        </w:rPr>
      </w:pPr>
      <w:r>
        <w:rPr>
          <w:color w:val="252525"/>
          <w:sz w:val="28"/>
          <w:szCs w:val="28"/>
        </w:rPr>
        <w:t xml:space="preserve">III. КОМПЕТЕНЦИЯ РАБОЧЕЙ ГРУППЫ </w:t>
      </w:r>
    </w:p>
    <w:p w:rsidR="000F4C0C" w:rsidRDefault="000F4C0C" w:rsidP="00671B3D">
      <w:pPr>
        <w:jc w:val="both"/>
      </w:pPr>
    </w:p>
    <w:p w:rsidR="000F4C0C" w:rsidRDefault="000F4C0C" w:rsidP="00671B3D">
      <w:pPr>
        <w:jc w:val="both"/>
      </w:pPr>
      <w:r>
        <w:rPr>
          <w:color w:val="252525"/>
          <w:sz w:val="28"/>
          <w:szCs w:val="28"/>
        </w:rPr>
        <w:t>3.1. В соответствии с Указом Президента РФ рабочая группа:</w:t>
      </w:r>
    </w:p>
    <w:p w:rsidR="000F4C0C" w:rsidRDefault="000F4C0C" w:rsidP="00671B3D">
      <w:pPr>
        <w:jc w:val="both"/>
      </w:pPr>
      <w:r>
        <w:rPr>
          <w:color w:val="252525"/>
          <w:sz w:val="28"/>
          <w:szCs w:val="28"/>
        </w:rPr>
        <w:t>3.1.1) рассматривает общественные инициативы, поступившие от уполномоченной некоммерческой организации;</w:t>
      </w:r>
    </w:p>
    <w:p w:rsidR="000F4C0C" w:rsidRDefault="000F4C0C" w:rsidP="00671B3D">
      <w:pPr>
        <w:jc w:val="both"/>
      </w:pPr>
      <w:r>
        <w:rPr>
          <w:color w:val="252525"/>
          <w:sz w:val="28"/>
          <w:szCs w:val="28"/>
        </w:rPr>
        <w:t>3.1.2) проводит экспертизу общественных инициатив, поступивших от уполномоченной некоммерческой организации;</w:t>
      </w:r>
    </w:p>
    <w:p w:rsidR="000F4C0C" w:rsidRDefault="000F4C0C" w:rsidP="00671B3D">
      <w:pPr>
        <w:jc w:val="both"/>
      </w:pPr>
      <w:r>
        <w:rPr>
          <w:color w:val="252525"/>
          <w:sz w:val="28"/>
          <w:szCs w:val="28"/>
        </w:rPr>
        <w:t>3.1.3) принимает решение о целесообразности разработки проекта соответствующего нормативного правового акта и (или) об иных мерах по реализации данной инициативы;</w:t>
      </w:r>
    </w:p>
    <w:p w:rsidR="000F4C0C" w:rsidRDefault="000F4C0C" w:rsidP="00671B3D">
      <w:pPr>
        <w:jc w:val="both"/>
      </w:pPr>
      <w:r>
        <w:rPr>
          <w:color w:val="252525"/>
          <w:sz w:val="28"/>
          <w:szCs w:val="28"/>
        </w:rPr>
        <w:t>3.1.4) направляет информацию о рассмотрении общественной инициативы и мерах по ее реализации уполномоченной некоммерческой организации для размещения на интернет-ресурсе.</w:t>
      </w:r>
    </w:p>
    <w:p w:rsidR="000F4C0C" w:rsidRDefault="000F4C0C" w:rsidP="00671B3D">
      <w:pPr>
        <w:jc w:val="both"/>
        <w:rPr>
          <w:color w:val="252525"/>
          <w:sz w:val="28"/>
          <w:szCs w:val="28"/>
        </w:rPr>
      </w:pPr>
      <w:r>
        <w:rPr>
          <w:color w:val="252525"/>
          <w:sz w:val="28"/>
          <w:szCs w:val="28"/>
        </w:rPr>
        <w:t xml:space="preserve">3.2. В целях наиболее полной и квалифицированной оценки целесообразности разработки проекта соответствующего нормативного правового акта и (или) об иных мерах по реализации данной инициативы рабочая группа вправе привлекать научные и научно-исследовательские организации, в том числе и на платной основе, для формирования соответствующей экспертной оценки. </w:t>
      </w:r>
    </w:p>
    <w:p w:rsidR="000F4C0C" w:rsidRDefault="000F4C0C" w:rsidP="00671B3D">
      <w:pPr>
        <w:jc w:val="both"/>
      </w:pPr>
    </w:p>
    <w:p w:rsidR="000F4C0C" w:rsidRDefault="000F4C0C" w:rsidP="00671B3D">
      <w:pPr>
        <w:jc w:val="both"/>
        <w:rPr>
          <w:color w:val="252525"/>
          <w:sz w:val="28"/>
          <w:szCs w:val="28"/>
        </w:rPr>
      </w:pPr>
      <w:r>
        <w:rPr>
          <w:color w:val="252525"/>
          <w:sz w:val="28"/>
          <w:szCs w:val="28"/>
        </w:rPr>
        <w:t>IV. ЗАСЕДАНИЯ РАБОЧЕЙ ГРУППЫ</w:t>
      </w:r>
    </w:p>
    <w:p w:rsidR="000F4C0C" w:rsidRDefault="000F4C0C" w:rsidP="00671B3D">
      <w:pPr>
        <w:jc w:val="both"/>
      </w:pPr>
      <w:r>
        <w:rPr>
          <w:color w:val="252525"/>
          <w:sz w:val="28"/>
          <w:szCs w:val="28"/>
        </w:rPr>
        <w:t xml:space="preserve"> </w:t>
      </w:r>
    </w:p>
    <w:p w:rsidR="000F4C0C" w:rsidRDefault="000F4C0C" w:rsidP="00671B3D">
      <w:pPr>
        <w:jc w:val="both"/>
      </w:pPr>
      <w:r>
        <w:rPr>
          <w:color w:val="252525"/>
          <w:sz w:val="28"/>
          <w:szCs w:val="28"/>
        </w:rPr>
        <w:t>4.1. Заседания рабочей группы проводятся по мере необходимости (по мере поступления от уполномоченной некоммерческой организации общественных инициатив) с учетом соблюдения сроков, установленных Указом Президента РФ.</w:t>
      </w:r>
    </w:p>
    <w:p w:rsidR="000F4C0C" w:rsidRDefault="000F4C0C" w:rsidP="00671B3D">
      <w:pPr>
        <w:jc w:val="both"/>
      </w:pPr>
      <w:r>
        <w:rPr>
          <w:color w:val="252525"/>
          <w:sz w:val="28"/>
          <w:szCs w:val="28"/>
        </w:rPr>
        <w:t>4.2. Заседания рабочей группы созываются ее председателем, либо, по его поручению, заместителем председателя или секретарем с использованием любых средств  связи, позволяющих фиксировать факт получения сообщения адресатом.</w:t>
      </w:r>
    </w:p>
    <w:p w:rsidR="000F4C0C" w:rsidRDefault="000F4C0C" w:rsidP="00671B3D">
      <w:pPr>
        <w:jc w:val="both"/>
      </w:pPr>
      <w:r>
        <w:rPr>
          <w:color w:val="252525"/>
          <w:sz w:val="28"/>
          <w:szCs w:val="28"/>
        </w:rPr>
        <w:t>4.3. Заседания рабочей группы считаются правомочными, если на них присутствуют не менее половины ее членов.</w:t>
      </w:r>
    </w:p>
    <w:p w:rsidR="000F4C0C" w:rsidRDefault="000F4C0C" w:rsidP="00671B3D">
      <w:pPr>
        <w:jc w:val="both"/>
      </w:pPr>
      <w:r>
        <w:rPr>
          <w:color w:val="252525"/>
          <w:sz w:val="28"/>
          <w:szCs w:val="28"/>
        </w:rPr>
        <w:t>4.4. Заседания рабочей группы ведет ее председатель или, по его поручению, заместитель председателя.</w:t>
      </w:r>
    </w:p>
    <w:p w:rsidR="000F4C0C" w:rsidRDefault="000F4C0C" w:rsidP="00671B3D">
      <w:pPr>
        <w:jc w:val="both"/>
      </w:pPr>
      <w:r>
        <w:rPr>
          <w:color w:val="252525"/>
          <w:sz w:val="28"/>
          <w:szCs w:val="28"/>
        </w:rPr>
        <w:t>4.5. Решение рабочей группы считается принятым, если за него проголосовало простое большинство присутствующих членов рабочей группы. При равенстве голосов голос председательствующего является решающим.</w:t>
      </w:r>
    </w:p>
    <w:p w:rsidR="000F4C0C" w:rsidRDefault="000F4C0C" w:rsidP="00671B3D">
      <w:pPr>
        <w:jc w:val="both"/>
      </w:pPr>
      <w:r>
        <w:rPr>
          <w:color w:val="252525"/>
          <w:sz w:val="28"/>
          <w:szCs w:val="28"/>
        </w:rPr>
        <w:t>4.6. Решение рабочей группы оформляется в виде экспертного заключения и решения о целесообразности разработки проекта соответствующего нормативного правового акта и (или) об иных мерах по реализации инициативы.</w:t>
      </w:r>
    </w:p>
    <w:p w:rsidR="000F4C0C" w:rsidRDefault="000F4C0C" w:rsidP="00671B3D">
      <w:pPr>
        <w:jc w:val="both"/>
      </w:pPr>
      <w:r>
        <w:rPr>
          <w:color w:val="252525"/>
          <w:sz w:val="28"/>
          <w:szCs w:val="28"/>
        </w:rPr>
        <w:t>4.7. Экспертное заключение и решение подписываются председателем рабочей группы.</w:t>
      </w:r>
    </w:p>
    <w:p w:rsidR="000F4C0C" w:rsidRDefault="000F4C0C" w:rsidP="00671B3D">
      <w:pPr>
        <w:jc w:val="both"/>
      </w:pPr>
      <w:r>
        <w:rPr>
          <w:color w:val="252525"/>
          <w:sz w:val="28"/>
          <w:szCs w:val="28"/>
        </w:rPr>
        <w:t>4.8. Информация о рассмотрении общественной инициативы и мерах по ее реализации направляется секретарем рабочей группы в электронном виде уполномоченной некоммерческой организации для размещения на интернет-ресурсе в течение трех рабочих дней с момента принятия решения рабочей группой.</w:t>
      </w:r>
    </w:p>
    <w:p w:rsidR="000F4C0C" w:rsidRDefault="000F4C0C" w:rsidP="00671B3D">
      <w:pPr>
        <w:jc w:val="both"/>
      </w:pPr>
      <w:r>
        <w:rPr>
          <w:color w:val="252525"/>
          <w:sz w:val="28"/>
          <w:szCs w:val="28"/>
        </w:rPr>
        <w:t>4.9. Заседания рабочей группы могут проходить в заочной форме путем рассылки ее членам бюллетеней для голосования с приложением всех необходимых для принятия решения документов.</w:t>
      </w:r>
    </w:p>
    <w:p w:rsidR="000F4C0C" w:rsidRDefault="000F4C0C" w:rsidP="00671B3D">
      <w:pPr>
        <w:pStyle w:val="msonospacing0"/>
        <w:spacing w:before="0" w:beforeAutospacing="0"/>
        <w:jc w:val="both"/>
      </w:pPr>
      <w:r>
        <w:rPr>
          <w:color w:val="252525"/>
          <w:sz w:val="28"/>
          <w:szCs w:val="28"/>
        </w:rPr>
        <w:t xml:space="preserve">4.10. По решению председателя рабочей группы на ее заседание могут быть приглашены представители Совета  депутатов </w:t>
      </w:r>
      <w:r>
        <w:rPr>
          <w:sz w:val="28"/>
          <w:szCs w:val="28"/>
        </w:rPr>
        <w:t>Совхозного сельсовета</w:t>
      </w:r>
    </w:p>
    <w:p w:rsidR="000F4C0C" w:rsidRDefault="000F4C0C" w:rsidP="00671B3D">
      <w:pPr>
        <w:jc w:val="both"/>
        <w:rPr>
          <w:color w:val="252525"/>
          <w:sz w:val="28"/>
          <w:szCs w:val="28"/>
        </w:rPr>
      </w:pPr>
      <w:r>
        <w:rPr>
          <w:color w:val="252525"/>
          <w:sz w:val="28"/>
          <w:szCs w:val="28"/>
        </w:rPr>
        <w:t>V. ЗАКЛЮЧИТЕЛЬНЫЕ ПОЛОЖЕНИЯ</w:t>
      </w:r>
    </w:p>
    <w:p w:rsidR="000F4C0C" w:rsidRDefault="000F4C0C" w:rsidP="00671B3D">
      <w:pPr>
        <w:jc w:val="both"/>
      </w:pPr>
    </w:p>
    <w:p w:rsidR="000F4C0C" w:rsidRDefault="000F4C0C" w:rsidP="00671B3D">
      <w:pPr>
        <w:jc w:val="both"/>
        <w:rPr>
          <w:color w:val="252525"/>
          <w:sz w:val="28"/>
          <w:szCs w:val="28"/>
        </w:rPr>
      </w:pPr>
      <w:r>
        <w:rPr>
          <w:color w:val="252525"/>
          <w:sz w:val="28"/>
          <w:szCs w:val="28"/>
        </w:rPr>
        <w:t>5.1. В случае принятия решения о целесообразности разработки проекта соответствующего нормативного правового акта и (или) об иных мерах по реализации данной инициативы решение рабочей группы в течение трех рабочих дней после его принятия направляется ее председателем в электронном виде уполномоченную некоммерческую организацию.</w:t>
      </w:r>
    </w:p>
    <w:p w:rsidR="000F4C0C" w:rsidRDefault="000F4C0C" w:rsidP="00671B3D">
      <w:pPr>
        <w:jc w:val="both"/>
      </w:pPr>
    </w:p>
    <w:p w:rsidR="000F4C0C" w:rsidRDefault="000F4C0C" w:rsidP="00671B3D">
      <w:pPr>
        <w:jc w:val="both"/>
      </w:pPr>
      <w:r>
        <w:rPr>
          <w:rStyle w:val="Strong"/>
          <w:color w:val="252525"/>
          <w:sz w:val="28"/>
          <w:szCs w:val="28"/>
        </w:rPr>
        <w:t xml:space="preserve">Пояснительная записка </w:t>
      </w:r>
    </w:p>
    <w:p w:rsidR="000F4C0C" w:rsidRDefault="000F4C0C" w:rsidP="00671B3D">
      <w:pPr>
        <w:pStyle w:val="msonospacing0"/>
        <w:spacing w:before="0" w:beforeAutospacing="0"/>
        <w:jc w:val="both"/>
      </w:pPr>
      <w:r>
        <w:rPr>
          <w:color w:val="252525"/>
          <w:sz w:val="28"/>
          <w:szCs w:val="28"/>
        </w:rPr>
        <w:t>К проекту постановления</w:t>
      </w:r>
      <w:r w:rsidRPr="00671B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Совхозного сельсовета </w:t>
      </w:r>
      <w:r>
        <w:rPr>
          <w:color w:val="252525"/>
          <w:sz w:val="28"/>
          <w:szCs w:val="28"/>
        </w:rPr>
        <w:t xml:space="preserve"> о реализации Указа Президента Российской Федерации от 04.03.2013 г. № 183 «О рассмотрении общественных инициатив, направленных гражданами Российской Федерации с использованием интернет-ресурса «Российская общественная инициатива» </w:t>
      </w:r>
    </w:p>
    <w:p w:rsidR="000F4C0C" w:rsidRDefault="000F4C0C" w:rsidP="00671B3D">
      <w:pPr>
        <w:jc w:val="both"/>
      </w:pPr>
      <w:r>
        <w:rPr>
          <w:color w:val="252525"/>
          <w:sz w:val="28"/>
          <w:szCs w:val="28"/>
        </w:rPr>
        <w:t>Проект вносится в целях обеспечения развития и укрепления гражданского общества, защиты прав человека и гражданина, участия граждан в управлении делами государства, во исполнение Указа Президента Российской Федерации от 04.03.2013 г. № 183 «О рассмотрении общественных инициатив, направленных гражданами Российской Федерации с использованием интернет-ресурса «Российская общественная инициатива».</w:t>
      </w:r>
    </w:p>
    <w:p w:rsidR="000F4C0C" w:rsidRDefault="000F4C0C" w:rsidP="00671B3D">
      <w:pPr>
        <w:pStyle w:val="msonospacing0"/>
        <w:spacing w:before="0" w:beforeAutospacing="0"/>
        <w:jc w:val="both"/>
      </w:pPr>
      <w:r>
        <w:rPr>
          <w:color w:val="252525"/>
          <w:sz w:val="28"/>
          <w:szCs w:val="28"/>
        </w:rPr>
        <w:t xml:space="preserve">Принимаемый проект постановления </w:t>
      </w:r>
      <w:r>
        <w:rPr>
          <w:sz w:val="28"/>
          <w:szCs w:val="28"/>
        </w:rPr>
        <w:t xml:space="preserve">Совхозного сельсовета </w:t>
      </w:r>
      <w:r>
        <w:rPr>
          <w:color w:val="252525"/>
          <w:sz w:val="28"/>
          <w:szCs w:val="28"/>
        </w:rPr>
        <w:t>не потребует дополнительных финансовых затрат за счет средств муниципального бюджета администрации</w:t>
      </w:r>
      <w:r w:rsidRPr="00671B3D">
        <w:rPr>
          <w:sz w:val="28"/>
          <w:szCs w:val="28"/>
        </w:rPr>
        <w:t xml:space="preserve"> </w:t>
      </w:r>
      <w:r>
        <w:rPr>
          <w:sz w:val="28"/>
          <w:szCs w:val="28"/>
        </w:rPr>
        <w:t>Совхозного сельсовета</w:t>
      </w:r>
      <w:r>
        <w:rPr>
          <w:color w:val="252525"/>
          <w:sz w:val="28"/>
          <w:szCs w:val="28"/>
        </w:rPr>
        <w:t xml:space="preserve"> и признания утратившими силу, приостановления, изменения или дополнения нормативных правовых актов</w:t>
      </w:r>
      <w:r w:rsidRPr="00671B3D">
        <w:rPr>
          <w:sz w:val="28"/>
          <w:szCs w:val="28"/>
        </w:rPr>
        <w:t xml:space="preserve"> </w:t>
      </w:r>
      <w:r>
        <w:rPr>
          <w:sz w:val="28"/>
          <w:szCs w:val="28"/>
        </w:rPr>
        <w:t>Совхозного сельсовета.</w:t>
      </w:r>
    </w:p>
    <w:p w:rsidR="000F4C0C" w:rsidRDefault="000F4C0C" w:rsidP="00671B3D"/>
    <w:p w:rsidR="000F4C0C" w:rsidRPr="00671B3D" w:rsidRDefault="000F4C0C">
      <w:pPr>
        <w:rPr>
          <w:sz w:val="28"/>
          <w:szCs w:val="28"/>
        </w:rPr>
      </w:pPr>
    </w:p>
    <w:sectPr w:rsidR="000F4C0C" w:rsidRPr="00671B3D" w:rsidSect="00C34B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6269A1"/>
    <w:multiLevelType w:val="hybridMultilevel"/>
    <w:tmpl w:val="77FC6964"/>
    <w:lvl w:ilvl="0" w:tplc="A04628D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1B3D"/>
    <w:rsid w:val="000B00E6"/>
    <w:rsid w:val="000F4C0C"/>
    <w:rsid w:val="000F65BA"/>
    <w:rsid w:val="00172384"/>
    <w:rsid w:val="001C7815"/>
    <w:rsid w:val="0025690A"/>
    <w:rsid w:val="002973F1"/>
    <w:rsid w:val="002C1237"/>
    <w:rsid w:val="003C3781"/>
    <w:rsid w:val="00410464"/>
    <w:rsid w:val="004356D1"/>
    <w:rsid w:val="00444446"/>
    <w:rsid w:val="00455270"/>
    <w:rsid w:val="004860C4"/>
    <w:rsid w:val="004E552D"/>
    <w:rsid w:val="00600D9A"/>
    <w:rsid w:val="0060763E"/>
    <w:rsid w:val="00671B3D"/>
    <w:rsid w:val="007167A4"/>
    <w:rsid w:val="00856826"/>
    <w:rsid w:val="008B73F8"/>
    <w:rsid w:val="008E5D9A"/>
    <w:rsid w:val="00957C45"/>
    <w:rsid w:val="009B6B80"/>
    <w:rsid w:val="00A278D9"/>
    <w:rsid w:val="00B30C73"/>
    <w:rsid w:val="00B564C7"/>
    <w:rsid w:val="00B72ECC"/>
    <w:rsid w:val="00BD41BA"/>
    <w:rsid w:val="00C34BA0"/>
    <w:rsid w:val="00C434F9"/>
    <w:rsid w:val="00CB78FD"/>
    <w:rsid w:val="00D3082C"/>
    <w:rsid w:val="00E90D4B"/>
    <w:rsid w:val="00EC3CF5"/>
    <w:rsid w:val="00F26F5C"/>
    <w:rsid w:val="00F35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Address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B3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Address">
    <w:name w:val="HTML Address"/>
    <w:basedOn w:val="Normal"/>
    <w:link w:val="HTMLAddressChar"/>
    <w:uiPriority w:val="99"/>
    <w:rsid w:val="00671B3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locked/>
    <w:rsid w:val="00671B3D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671B3D"/>
    <w:rPr>
      <w:rFonts w:cs="Times New Roman"/>
      <w:b/>
      <w:bCs/>
    </w:rPr>
  </w:style>
  <w:style w:type="paragraph" w:customStyle="1" w:styleId="msonospacing0">
    <w:name w:val="msonospacing"/>
    <w:basedOn w:val="Normal"/>
    <w:uiPriority w:val="99"/>
    <w:rsid w:val="00671B3D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99"/>
    <w:qFormat/>
    <w:rsid w:val="00671B3D"/>
    <w:pPr>
      <w:ind w:left="720"/>
      <w:contextualSpacing/>
    </w:pPr>
  </w:style>
  <w:style w:type="table" w:styleId="TableGrid">
    <w:name w:val="Table Grid"/>
    <w:basedOn w:val="TableNormal"/>
    <w:uiPriority w:val="99"/>
    <w:rsid w:val="0044444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BD41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D41B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102</TotalTime>
  <Pages>5</Pages>
  <Words>1096</Words>
  <Characters>6248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Admin</cp:lastModifiedBy>
  <cp:revision>7</cp:revision>
  <cp:lastPrinted>2014-10-14T02:46:00Z</cp:lastPrinted>
  <dcterms:created xsi:type="dcterms:W3CDTF">2014-10-13T09:35:00Z</dcterms:created>
  <dcterms:modified xsi:type="dcterms:W3CDTF">2014-11-11T04:34:00Z</dcterms:modified>
</cp:coreProperties>
</file>