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676" w:rsidRDefault="00812676" w:rsidP="001B2368">
      <w:pPr>
        <w:jc w:val="right"/>
      </w:pPr>
      <w:r>
        <w:t>ПРИЛОЖЕНИЕ № 2</w:t>
      </w:r>
    </w:p>
    <w:p w:rsidR="00812676" w:rsidRDefault="00812676" w:rsidP="001B2368">
      <w:pPr>
        <w:jc w:val="right"/>
      </w:pPr>
      <w:r>
        <w:t xml:space="preserve">                                   к административному регламенту</w:t>
      </w:r>
    </w:p>
    <w:p w:rsidR="00812676" w:rsidRDefault="00812676" w:rsidP="001B2368">
      <w:pPr>
        <w:jc w:val="right"/>
      </w:pPr>
      <w:r>
        <w:t xml:space="preserve">                                                           предоставления муниципальной услуги</w:t>
      </w:r>
    </w:p>
    <w:p w:rsidR="00812676" w:rsidRDefault="00812676" w:rsidP="001B2368">
      <w:pPr>
        <w:jc w:val="right"/>
        <w:rPr>
          <w:bCs/>
        </w:rPr>
      </w:pPr>
    </w:p>
    <w:p w:rsidR="00812676" w:rsidRPr="00C55AA6" w:rsidRDefault="00812676" w:rsidP="001B2368">
      <w:pPr>
        <w:jc w:val="right"/>
        <w:rPr>
          <w:bCs/>
          <w:i/>
        </w:rPr>
      </w:pPr>
      <w:r w:rsidRPr="00C55AA6">
        <w:rPr>
          <w:bCs/>
          <w:i/>
        </w:rPr>
        <w:t xml:space="preserve">В администрацию </w:t>
      </w:r>
      <w:r>
        <w:rPr>
          <w:bCs/>
          <w:i/>
        </w:rPr>
        <w:t>Совхозного</w:t>
      </w:r>
      <w:r w:rsidRPr="00C55AA6">
        <w:rPr>
          <w:bCs/>
          <w:i/>
        </w:rPr>
        <w:t xml:space="preserve"> сельсовета</w:t>
      </w:r>
    </w:p>
    <w:p w:rsidR="00812676" w:rsidRPr="00C55AA6" w:rsidRDefault="00812676" w:rsidP="001B2368">
      <w:pPr>
        <w:jc w:val="right"/>
        <w:rPr>
          <w:bCs/>
          <w:i/>
        </w:rPr>
      </w:pPr>
      <w:r w:rsidRPr="00C55AA6">
        <w:rPr>
          <w:bCs/>
          <w:i/>
        </w:rPr>
        <w:t>Искитимского района Новосибирской области</w:t>
      </w:r>
    </w:p>
    <w:p w:rsidR="00812676" w:rsidRPr="00C55AA6" w:rsidRDefault="00812676" w:rsidP="001B2368">
      <w:pPr>
        <w:jc w:val="right"/>
        <w:rPr>
          <w:bCs/>
          <w:i/>
        </w:rPr>
      </w:pPr>
      <w:r w:rsidRPr="00C55AA6">
        <w:rPr>
          <w:bCs/>
          <w:i/>
        </w:rPr>
        <w:t xml:space="preserve">    _____________________________________</w:t>
      </w:r>
    </w:p>
    <w:p w:rsidR="00812676" w:rsidRPr="00C55AA6" w:rsidRDefault="00812676" w:rsidP="001B2368">
      <w:pPr>
        <w:jc w:val="center"/>
        <w:rPr>
          <w:bCs/>
          <w:i/>
        </w:rPr>
      </w:pPr>
      <w:r w:rsidRPr="00C55AA6">
        <w:rPr>
          <w:bCs/>
          <w:i/>
        </w:rPr>
        <w:t xml:space="preserve">                                                    ФИО (Наименование организации)</w:t>
      </w:r>
    </w:p>
    <w:p w:rsidR="00812676" w:rsidRPr="00C55AA6" w:rsidRDefault="00812676" w:rsidP="001B2368">
      <w:pPr>
        <w:jc w:val="center"/>
        <w:rPr>
          <w:bCs/>
          <w:i/>
        </w:rPr>
      </w:pPr>
      <w:r w:rsidRPr="00C55AA6">
        <w:rPr>
          <w:bCs/>
          <w:i/>
        </w:rPr>
        <w:t xml:space="preserve">                                                           Место жительства (Местонахождение)</w:t>
      </w:r>
    </w:p>
    <w:p w:rsidR="00812676" w:rsidRPr="00C55AA6" w:rsidRDefault="00812676" w:rsidP="001B2368">
      <w:pPr>
        <w:jc w:val="center"/>
        <w:rPr>
          <w:bCs/>
          <w:i/>
        </w:rPr>
      </w:pPr>
    </w:p>
    <w:p w:rsidR="00812676" w:rsidRPr="00C55AA6" w:rsidRDefault="00812676" w:rsidP="001B2368">
      <w:pPr>
        <w:jc w:val="center"/>
        <w:rPr>
          <w:bCs/>
          <w:i/>
        </w:rPr>
      </w:pPr>
      <w:r w:rsidRPr="00C55AA6">
        <w:rPr>
          <w:bCs/>
          <w:i/>
        </w:rPr>
        <w:t>ЗАЯВЛЕНИЕ</w:t>
      </w:r>
    </w:p>
    <w:p w:rsidR="00812676" w:rsidRPr="00C55AA6" w:rsidRDefault="00812676" w:rsidP="001B2368">
      <w:pPr>
        <w:ind w:firstLine="720"/>
        <w:jc w:val="both"/>
        <w:rPr>
          <w:bCs/>
          <w:i/>
        </w:rPr>
      </w:pPr>
      <w:r w:rsidRPr="00C55AA6">
        <w:rPr>
          <w:bCs/>
          <w:i/>
        </w:rPr>
        <w:t xml:space="preserve">Прошу выдать </w:t>
      </w:r>
      <w:r>
        <w:rPr>
          <w:bCs/>
          <w:i/>
        </w:rPr>
        <w:t>копии документов, подтверждающих право на владение земельного участка</w:t>
      </w:r>
    </w:p>
    <w:p w:rsidR="00812676" w:rsidRPr="00C55AA6" w:rsidRDefault="00812676" w:rsidP="001B2368">
      <w:pPr>
        <w:jc w:val="both"/>
        <w:rPr>
          <w:bCs/>
          <w:i/>
        </w:rPr>
      </w:pPr>
      <w:r w:rsidRPr="00C55AA6">
        <w:rPr>
          <w:bCs/>
          <w:i/>
        </w:rPr>
        <w:t>__________________________________________________________________________________________                  __________               ________________________</w:t>
      </w:r>
    </w:p>
    <w:p w:rsidR="00812676" w:rsidRPr="00C55AA6" w:rsidRDefault="00812676" w:rsidP="001B2368">
      <w:pPr>
        <w:jc w:val="both"/>
        <w:rPr>
          <w:bCs/>
          <w:i/>
        </w:rPr>
      </w:pPr>
      <w:r w:rsidRPr="00C55AA6">
        <w:rPr>
          <w:bCs/>
          <w:i/>
        </w:rPr>
        <w:t>(должность заявителя)            (подпись заявителя)                   (ФИО заявителя)</w:t>
      </w:r>
    </w:p>
    <w:p w:rsidR="00812676" w:rsidRPr="00C55AA6" w:rsidRDefault="00812676" w:rsidP="001B2368">
      <w:pPr>
        <w:jc w:val="both"/>
        <w:rPr>
          <w:bCs/>
          <w:i/>
        </w:rPr>
      </w:pPr>
    </w:p>
    <w:p w:rsidR="00812676" w:rsidRPr="00C55AA6" w:rsidRDefault="00812676" w:rsidP="001B2368">
      <w:pPr>
        <w:jc w:val="both"/>
        <w:rPr>
          <w:bCs/>
          <w:i/>
        </w:rPr>
      </w:pPr>
      <w:r w:rsidRPr="00C55AA6">
        <w:rPr>
          <w:bCs/>
          <w:i/>
        </w:rPr>
        <w:t>«___» ______________    _______г.</w:t>
      </w:r>
    </w:p>
    <w:p w:rsidR="00812676" w:rsidRPr="00C55AA6" w:rsidRDefault="00812676" w:rsidP="001B2368">
      <w:pPr>
        <w:jc w:val="both"/>
        <w:rPr>
          <w:bCs/>
          <w:i/>
        </w:rPr>
      </w:pPr>
      <w:r w:rsidRPr="00C55AA6">
        <w:rPr>
          <w:bCs/>
          <w:i/>
        </w:rPr>
        <w:t>Телефон:</w:t>
      </w:r>
    </w:p>
    <w:p w:rsidR="00812676" w:rsidRPr="005F4EC3" w:rsidRDefault="00812676" w:rsidP="001B2368">
      <w:pPr>
        <w:jc w:val="right"/>
        <w:rPr>
          <w:bCs/>
        </w:rPr>
      </w:pPr>
    </w:p>
    <w:p w:rsidR="00812676" w:rsidRDefault="00812676" w:rsidP="001B2368">
      <w:pPr>
        <w:jc w:val="right"/>
      </w:pPr>
    </w:p>
    <w:p w:rsidR="00812676" w:rsidRDefault="00812676" w:rsidP="001B2368">
      <w:pPr>
        <w:jc w:val="right"/>
      </w:pPr>
    </w:p>
    <w:p w:rsidR="00812676" w:rsidRDefault="00812676" w:rsidP="001B2368">
      <w:pPr>
        <w:jc w:val="both"/>
      </w:pPr>
    </w:p>
    <w:p w:rsidR="00812676" w:rsidRDefault="00812676" w:rsidP="001B2368">
      <w:pPr>
        <w:jc w:val="both"/>
      </w:pPr>
    </w:p>
    <w:p w:rsidR="00812676" w:rsidRDefault="00812676" w:rsidP="001B2368">
      <w:pPr>
        <w:jc w:val="both"/>
      </w:pPr>
    </w:p>
    <w:p w:rsidR="00812676" w:rsidRDefault="00812676" w:rsidP="001B2368">
      <w:pPr>
        <w:jc w:val="both"/>
      </w:pPr>
    </w:p>
    <w:p w:rsidR="00812676" w:rsidRDefault="00812676" w:rsidP="001B2368">
      <w:pPr>
        <w:jc w:val="both"/>
      </w:pPr>
    </w:p>
    <w:p w:rsidR="00812676" w:rsidRDefault="00812676" w:rsidP="001B2368">
      <w:pPr>
        <w:jc w:val="both"/>
      </w:pPr>
    </w:p>
    <w:p w:rsidR="00812676" w:rsidRDefault="00812676" w:rsidP="001B2368">
      <w:pPr>
        <w:jc w:val="both"/>
      </w:pPr>
    </w:p>
    <w:p w:rsidR="00812676" w:rsidRDefault="00812676" w:rsidP="001B2368">
      <w:pPr>
        <w:jc w:val="both"/>
      </w:pPr>
    </w:p>
    <w:p w:rsidR="00812676" w:rsidRDefault="00812676" w:rsidP="001B2368">
      <w:pPr>
        <w:jc w:val="both"/>
      </w:pPr>
    </w:p>
    <w:p w:rsidR="00812676" w:rsidRDefault="00812676" w:rsidP="001B2368">
      <w:pPr>
        <w:jc w:val="both"/>
      </w:pPr>
    </w:p>
    <w:p w:rsidR="00812676" w:rsidRDefault="00812676" w:rsidP="001B2368">
      <w:pPr>
        <w:jc w:val="both"/>
      </w:pPr>
    </w:p>
    <w:p w:rsidR="00812676" w:rsidRDefault="00812676" w:rsidP="001B2368">
      <w:pPr>
        <w:jc w:val="both"/>
      </w:pPr>
    </w:p>
    <w:p w:rsidR="00812676" w:rsidRDefault="00812676" w:rsidP="001B2368">
      <w:pPr>
        <w:jc w:val="both"/>
      </w:pPr>
    </w:p>
    <w:p w:rsidR="00812676" w:rsidRDefault="00812676" w:rsidP="001B2368">
      <w:pPr>
        <w:jc w:val="both"/>
      </w:pPr>
    </w:p>
    <w:p w:rsidR="00812676" w:rsidRDefault="00812676" w:rsidP="001B2368">
      <w:pPr>
        <w:jc w:val="both"/>
      </w:pPr>
    </w:p>
    <w:p w:rsidR="00812676" w:rsidRDefault="00812676" w:rsidP="001B2368">
      <w:pPr>
        <w:jc w:val="both"/>
      </w:pPr>
    </w:p>
    <w:p w:rsidR="00812676" w:rsidRDefault="00812676" w:rsidP="001B2368">
      <w:pPr>
        <w:jc w:val="both"/>
      </w:pPr>
    </w:p>
    <w:p w:rsidR="00812676" w:rsidRDefault="00812676" w:rsidP="001B2368">
      <w:pPr>
        <w:jc w:val="both"/>
      </w:pPr>
    </w:p>
    <w:p w:rsidR="00812676" w:rsidRDefault="00812676" w:rsidP="001B2368">
      <w:pPr>
        <w:jc w:val="both"/>
      </w:pPr>
    </w:p>
    <w:p w:rsidR="00812676" w:rsidRDefault="00812676" w:rsidP="001B2368"/>
    <w:p w:rsidR="00812676" w:rsidRDefault="00812676"/>
    <w:sectPr w:rsidR="00812676" w:rsidSect="002A7A89">
      <w:headerReference w:type="default" r:id="rId6"/>
      <w:pgSz w:w="11906" w:h="16838"/>
      <w:pgMar w:top="1134" w:right="926" w:bottom="1134" w:left="1080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676" w:rsidRDefault="00812676" w:rsidP="00D43B1E">
      <w:r>
        <w:separator/>
      </w:r>
    </w:p>
  </w:endnote>
  <w:endnote w:type="continuationSeparator" w:id="0">
    <w:p w:rsidR="00812676" w:rsidRDefault="00812676" w:rsidP="00D43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676" w:rsidRDefault="00812676" w:rsidP="00D43B1E">
      <w:r>
        <w:separator/>
      </w:r>
    </w:p>
  </w:footnote>
  <w:footnote w:type="continuationSeparator" w:id="0">
    <w:p w:rsidR="00812676" w:rsidRDefault="00812676" w:rsidP="00D43B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676" w:rsidRDefault="00812676">
    <w:fldSimple w:instr="PAGE">
      <w:r>
        <w:rPr>
          <w:noProof/>
        </w:rPr>
        <w:t>1</w:t>
      </w:r>
    </w:fldSimple>
  </w:p>
  <w:p w:rsidR="00812676" w:rsidRDefault="00812676">
    <w:pPr>
      <w:rPr>
        <w:rFonts w:ascii="Arial" w:hAnsi="Arial" w:cs="Arial"/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368"/>
    <w:rsid w:val="001154F7"/>
    <w:rsid w:val="00161F6A"/>
    <w:rsid w:val="001B2368"/>
    <w:rsid w:val="002A7A89"/>
    <w:rsid w:val="003B6DE1"/>
    <w:rsid w:val="005068D4"/>
    <w:rsid w:val="005F4EC3"/>
    <w:rsid w:val="00812676"/>
    <w:rsid w:val="008B2EFA"/>
    <w:rsid w:val="009A753E"/>
    <w:rsid w:val="00A80AF3"/>
    <w:rsid w:val="00C55AA6"/>
    <w:rsid w:val="00D43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368"/>
    <w:rPr>
      <w:rFonts w:ascii="Times New Roman" w:eastAsia="Times New Roman" w:hAnsi="Times New Roman"/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131</Words>
  <Characters>752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2012-09-10T04:00:00Z</dcterms:created>
  <dcterms:modified xsi:type="dcterms:W3CDTF">2012-09-14T03:50:00Z</dcterms:modified>
</cp:coreProperties>
</file>